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559" w:rsidRPr="000D6C32" w:rsidRDefault="00BD1559" w:rsidP="00744C8B">
      <w:pPr>
        <w:spacing w:line="360" w:lineRule="auto"/>
        <w:rPr>
          <w:b/>
          <w:i/>
          <w:sz w:val="28"/>
          <w:szCs w:val="28"/>
        </w:rPr>
      </w:pPr>
    </w:p>
    <w:p w:rsidR="00BD1559" w:rsidRPr="000D6C32" w:rsidRDefault="00BD1559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0D6C32">
        <w:rPr>
          <w:b/>
          <w:i/>
          <w:sz w:val="28"/>
          <w:szCs w:val="28"/>
        </w:rPr>
        <w:t>ANTEMASURATOAREA LUCRARILOR</w:t>
      </w:r>
    </w:p>
    <w:p w:rsidR="00BD1559" w:rsidRPr="000D6C32" w:rsidRDefault="00482778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0D6C32">
        <w:rPr>
          <w:b/>
          <w:i/>
          <w:sz w:val="28"/>
          <w:szCs w:val="28"/>
        </w:rPr>
        <w:t>Reabilitare</w:t>
      </w:r>
      <w:r w:rsidR="00C14880" w:rsidRPr="000D6C32">
        <w:rPr>
          <w:b/>
          <w:i/>
          <w:sz w:val="28"/>
          <w:szCs w:val="28"/>
        </w:rPr>
        <w:t xml:space="preserve"> sistem rutier</w:t>
      </w:r>
      <w:r w:rsidR="0018238E" w:rsidRPr="000D6C32">
        <w:rPr>
          <w:b/>
          <w:i/>
          <w:sz w:val="28"/>
          <w:szCs w:val="28"/>
        </w:rPr>
        <w:t>,</w:t>
      </w:r>
      <w:r w:rsidR="000D6C32" w:rsidRPr="000D6C32">
        <w:rPr>
          <w:b/>
          <w:i/>
          <w:sz w:val="28"/>
          <w:szCs w:val="28"/>
        </w:rPr>
        <w:t xml:space="preserve"> Alee spate bloc A+B, Calea Giulesti nr. 125</w:t>
      </w:r>
    </w:p>
    <w:p w:rsidR="00BD1559" w:rsidRPr="000D6C32" w:rsidRDefault="00BD1559" w:rsidP="00BD1559">
      <w:pPr>
        <w:spacing w:line="360" w:lineRule="auto"/>
        <w:rPr>
          <w:color w:val="FF0000"/>
          <w:sz w:val="24"/>
          <w:szCs w:val="24"/>
        </w:rPr>
      </w:pPr>
      <w:r w:rsidRPr="000D6C32">
        <w:rPr>
          <w:color w:val="FF0000"/>
          <w:sz w:val="24"/>
          <w:szCs w:val="24"/>
        </w:rPr>
        <w:tab/>
      </w:r>
    </w:p>
    <w:p w:rsidR="00BD1559" w:rsidRPr="000D6C32" w:rsidRDefault="00BD1559" w:rsidP="00BD1559">
      <w:pPr>
        <w:spacing w:line="360" w:lineRule="auto"/>
        <w:rPr>
          <w:sz w:val="24"/>
          <w:szCs w:val="24"/>
        </w:rPr>
      </w:pPr>
      <w:r w:rsidRPr="000D6C32">
        <w:rPr>
          <w:sz w:val="24"/>
          <w:szCs w:val="24"/>
        </w:rPr>
        <w:tab/>
        <w:t>Date initiale:</w:t>
      </w:r>
    </w:p>
    <w:p w:rsidR="00BD1559" w:rsidRPr="000D6C32" w:rsidRDefault="00DB689D" w:rsidP="00BD1559">
      <w:pPr>
        <w:spacing w:line="360" w:lineRule="auto"/>
        <w:rPr>
          <w:sz w:val="24"/>
          <w:szCs w:val="24"/>
        </w:rPr>
      </w:pPr>
      <w:r w:rsidRPr="000D6C32">
        <w:rPr>
          <w:sz w:val="24"/>
          <w:szCs w:val="24"/>
        </w:rPr>
        <w:t>Lungime strada</w:t>
      </w:r>
      <w:r w:rsidR="00BD1559" w:rsidRPr="000D6C32">
        <w:rPr>
          <w:sz w:val="24"/>
          <w:szCs w:val="24"/>
        </w:rPr>
        <w:t xml:space="preserve"> = </w:t>
      </w:r>
      <w:r w:rsidR="000D6C32" w:rsidRPr="000D6C32">
        <w:rPr>
          <w:sz w:val="24"/>
          <w:szCs w:val="24"/>
        </w:rPr>
        <w:t>220</w:t>
      </w:r>
      <w:r w:rsidR="00BD1559" w:rsidRPr="000D6C32">
        <w:rPr>
          <w:sz w:val="24"/>
          <w:szCs w:val="24"/>
        </w:rPr>
        <w:t xml:space="preserve"> m;</w:t>
      </w:r>
      <w:r w:rsidR="00AA1617">
        <w:rPr>
          <w:sz w:val="24"/>
          <w:szCs w:val="24"/>
        </w:rPr>
        <w:t xml:space="preserve"> </w:t>
      </w:r>
    </w:p>
    <w:p w:rsidR="00BD1559" w:rsidRPr="000D6C32" w:rsidRDefault="009811F1" w:rsidP="00BD1559">
      <w:pPr>
        <w:spacing w:line="360" w:lineRule="auto"/>
        <w:rPr>
          <w:sz w:val="24"/>
          <w:szCs w:val="24"/>
        </w:rPr>
      </w:pPr>
      <w:r w:rsidRPr="000D6C32">
        <w:rPr>
          <w:sz w:val="24"/>
          <w:szCs w:val="24"/>
        </w:rPr>
        <w:t>Suprafata carosabila</w:t>
      </w:r>
      <w:r w:rsidR="00BD1559" w:rsidRPr="000D6C32">
        <w:rPr>
          <w:sz w:val="24"/>
          <w:szCs w:val="24"/>
        </w:rPr>
        <w:t xml:space="preserve"> = </w:t>
      </w:r>
      <w:r w:rsidR="000D6C32" w:rsidRPr="000D6C32">
        <w:rPr>
          <w:sz w:val="24"/>
          <w:szCs w:val="24"/>
        </w:rPr>
        <w:t>931</w:t>
      </w:r>
      <w:r w:rsidR="00482778" w:rsidRPr="000D6C32">
        <w:rPr>
          <w:sz w:val="24"/>
          <w:szCs w:val="24"/>
        </w:rPr>
        <w:t xml:space="preserve"> </w:t>
      </w:r>
      <w:r w:rsidR="00BD1559" w:rsidRPr="000D6C32">
        <w:rPr>
          <w:sz w:val="24"/>
          <w:szCs w:val="24"/>
        </w:rPr>
        <w:t>m</w:t>
      </w:r>
      <w:r w:rsidRPr="000D6C32">
        <w:rPr>
          <w:sz w:val="24"/>
          <w:szCs w:val="24"/>
        </w:rPr>
        <w:t>p</w:t>
      </w:r>
      <w:r w:rsidR="00F26ECB" w:rsidRPr="000D6C32">
        <w:rPr>
          <w:sz w:val="24"/>
          <w:szCs w:val="24"/>
        </w:rPr>
        <w:t>;</w:t>
      </w:r>
      <w:r w:rsidR="00EA5D7A" w:rsidRPr="000D6C32">
        <w:rPr>
          <w:sz w:val="24"/>
          <w:szCs w:val="24"/>
        </w:rPr>
        <w:tab/>
      </w:r>
    </w:p>
    <w:p w:rsidR="009811F1" w:rsidRPr="000D6C32" w:rsidRDefault="00EA5D7A" w:rsidP="00BD1559">
      <w:pPr>
        <w:spacing w:line="360" w:lineRule="auto"/>
        <w:rPr>
          <w:sz w:val="24"/>
          <w:szCs w:val="24"/>
        </w:rPr>
      </w:pPr>
      <w:r w:rsidRPr="000D6C32">
        <w:rPr>
          <w:sz w:val="24"/>
          <w:szCs w:val="24"/>
        </w:rPr>
        <w:t xml:space="preserve">L borduri mari = </w:t>
      </w:r>
      <w:r w:rsidR="000D6C32" w:rsidRPr="000D6C32">
        <w:rPr>
          <w:sz w:val="24"/>
          <w:szCs w:val="24"/>
        </w:rPr>
        <w:t>408</w:t>
      </w:r>
      <w:r w:rsidR="000D4E7C" w:rsidRPr="000D6C32">
        <w:rPr>
          <w:sz w:val="24"/>
          <w:szCs w:val="24"/>
        </w:rPr>
        <w:t xml:space="preserve"> </w:t>
      </w:r>
      <w:r w:rsidR="009811F1" w:rsidRPr="000D6C32">
        <w:rPr>
          <w:sz w:val="24"/>
          <w:szCs w:val="24"/>
        </w:rPr>
        <w:t>ml</w:t>
      </w:r>
      <w:r w:rsidR="00F26ECB" w:rsidRPr="000D6C32">
        <w:rPr>
          <w:sz w:val="24"/>
          <w:szCs w:val="24"/>
        </w:rPr>
        <w:t>;</w:t>
      </w:r>
    </w:p>
    <w:p w:rsidR="00EA5D7A" w:rsidRPr="000D6C32" w:rsidRDefault="00EA5D7A" w:rsidP="00BD1559">
      <w:pPr>
        <w:spacing w:line="360" w:lineRule="auto"/>
        <w:rPr>
          <w:color w:val="FF0000"/>
          <w:sz w:val="24"/>
          <w:szCs w:val="24"/>
        </w:rPr>
      </w:pPr>
    </w:p>
    <w:p w:rsidR="00BD1559" w:rsidRPr="00116F20" w:rsidRDefault="009811F1" w:rsidP="00BD1559">
      <w:pPr>
        <w:spacing w:line="360" w:lineRule="auto"/>
        <w:jc w:val="center"/>
        <w:rPr>
          <w:sz w:val="32"/>
          <w:szCs w:val="32"/>
        </w:rPr>
      </w:pPr>
      <w:r w:rsidRPr="00116F20">
        <w:rPr>
          <w:sz w:val="32"/>
          <w:szCs w:val="32"/>
        </w:rPr>
        <w:t>Lucrari la partea carosabila</w:t>
      </w:r>
    </w:p>
    <w:p w:rsidR="009811F1" w:rsidRPr="00116F20" w:rsidRDefault="009811F1" w:rsidP="00BD1559">
      <w:pPr>
        <w:spacing w:line="360" w:lineRule="auto"/>
        <w:jc w:val="center"/>
        <w:rPr>
          <w:sz w:val="24"/>
          <w:szCs w:val="24"/>
        </w:rPr>
      </w:pPr>
    </w:p>
    <w:p w:rsidR="00744C8B" w:rsidRPr="00116F20" w:rsidRDefault="00856787" w:rsidP="006A745B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116F20">
        <w:rPr>
          <w:sz w:val="24"/>
          <w:szCs w:val="24"/>
        </w:rPr>
        <w:t>Spargerea si desfacerea structurii asfaltice la partea carosabila cu ciocanul pneumatic</w:t>
      </w:r>
      <w:r w:rsidR="006A745B" w:rsidRPr="00116F20">
        <w:rPr>
          <w:sz w:val="24"/>
          <w:szCs w:val="24"/>
        </w:rPr>
        <w:t xml:space="preserve">    </w:t>
      </w:r>
      <w:r w:rsidR="00D540AE">
        <w:rPr>
          <w:sz w:val="24"/>
          <w:szCs w:val="24"/>
        </w:rPr>
        <w:t xml:space="preserve"> </w:t>
      </w:r>
      <w:r w:rsidR="00116F20">
        <w:rPr>
          <w:sz w:val="24"/>
          <w:szCs w:val="24"/>
        </w:rPr>
        <w:t>28</w:t>
      </w:r>
      <w:r w:rsidRPr="00116F20">
        <w:rPr>
          <w:sz w:val="24"/>
          <w:szCs w:val="24"/>
        </w:rPr>
        <w:t xml:space="preserve"> mc</w:t>
      </w:r>
    </w:p>
    <w:p w:rsidR="005207C6" w:rsidRPr="00116F20" w:rsidRDefault="00116F20" w:rsidP="005207C6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116F20">
        <w:rPr>
          <w:sz w:val="24"/>
          <w:szCs w:val="24"/>
        </w:rPr>
        <w:t>931</w:t>
      </w:r>
      <w:r w:rsidR="005207C6" w:rsidRPr="00116F20">
        <w:rPr>
          <w:sz w:val="24"/>
          <w:szCs w:val="24"/>
        </w:rPr>
        <w:t xml:space="preserve"> x </w:t>
      </w:r>
      <w:r w:rsidRPr="00116F20">
        <w:rPr>
          <w:sz w:val="24"/>
          <w:szCs w:val="24"/>
        </w:rPr>
        <w:t>0.03</w:t>
      </w:r>
      <w:r>
        <w:rPr>
          <w:sz w:val="24"/>
          <w:szCs w:val="24"/>
        </w:rPr>
        <w:t xml:space="preserve"> = 27.93</w:t>
      </w:r>
      <w:r w:rsidR="000C47FA" w:rsidRPr="00116F20">
        <w:rPr>
          <w:sz w:val="24"/>
          <w:szCs w:val="24"/>
        </w:rPr>
        <w:t xml:space="preserve"> mc</w:t>
      </w:r>
    </w:p>
    <w:p w:rsidR="00116F20" w:rsidRPr="00116F20" w:rsidRDefault="00116F20" w:rsidP="00116F20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116F20">
        <w:rPr>
          <w:sz w:val="24"/>
          <w:szCs w:val="24"/>
        </w:rPr>
        <w:t>Spargerea si desfacerea betonului de ciment la partea carosabila cu ciocanul pneumatic  122 mc</w:t>
      </w:r>
    </w:p>
    <w:p w:rsidR="00116F20" w:rsidRPr="00116F20" w:rsidRDefault="00116F20" w:rsidP="00116F20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116F20">
        <w:rPr>
          <w:sz w:val="24"/>
          <w:szCs w:val="24"/>
        </w:rPr>
        <w:t>931 x 0.13 = 121.03 mc</w:t>
      </w:r>
    </w:p>
    <w:p w:rsidR="00885412" w:rsidRPr="00A30F6E" w:rsidRDefault="00885412" w:rsidP="00D60E0F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A30F6E">
        <w:rPr>
          <w:sz w:val="24"/>
          <w:szCs w:val="24"/>
        </w:rPr>
        <w:t>Sapatura pana la cota de fundare</w:t>
      </w:r>
      <w:r w:rsidR="00A30F6E" w:rsidRPr="00A30F6E">
        <w:rPr>
          <w:sz w:val="24"/>
          <w:szCs w:val="24"/>
        </w:rPr>
        <w:tab/>
      </w:r>
      <w:r w:rsidR="00A30F6E" w:rsidRPr="00A30F6E">
        <w:rPr>
          <w:sz w:val="24"/>
          <w:szCs w:val="24"/>
        </w:rPr>
        <w:tab/>
      </w:r>
      <w:r w:rsidR="00A30F6E" w:rsidRPr="00A30F6E">
        <w:rPr>
          <w:sz w:val="24"/>
          <w:szCs w:val="24"/>
        </w:rPr>
        <w:tab/>
      </w:r>
      <w:r w:rsidR="00A30F6E" w:rsidRPr="00A30F6E">
        <w:rPr>
          <w:sz w:val="24"/>
          <w:szCs w:val="24"/>
        </w:rPr>
        <w:tab/>
      </w:r>
      <w:r w:rsidR="00A30F6E" w:rsidRPr="00A30F6E">
        <w:rPr>
          <w:sz w:val="24"/>
          <w:szCs w:val="24"/>
        </w:rPr>
        <w:tab/>
      </w:r>
      <w:r w:rsidR="00A30F6E" w:rsidRPr="00A30F6E">
        <w:rPr>
          <w:sz w:val="24"/>
          <w:szCs w:val="24"/>
        </w:rPr>
        <w:tab/>
      </w:r>
      <w:r w:rsidR="00A30F6E" w:rsidRPr="00A30F6E">
        <w:rPr>
          <w:sz w:val="24"/>
          <w:szCs w:val="24"/>
        </w:rPr>
        <w:tab/>
        <w:t xml:space="preserve">         </w:t>
      </w:r>
      <w:r w:rsidR="00D540AE">
        <w:rPr>
          <w:sz w:val="24"/>
          <w:szCs w:val="24"/>
        </w:rPr>
        <w:t xml:space="preserve"> </w:t>
      </w:r>
      <w:r w:rsidR="00A30F6E" w:rsidRPr="00A30F6E">
        <w:rPr>
          <w:sz w:val="24"/>
          <w:szCs w:val="24"/>
        </w:rPr>
        <w:t>550</w:t>
      </w:r>
      <w:r w:rsidR="000C47FA" w:rsidRPr="00A30F6E">
        <w:rPr>
          <w:sz w:val="24"/>
          <w:szCs w:val="24"/>
        </w:rPr>
        <w:t xml:space="preserve"> mc</w:t>
      </w:r>
    </w:p>
    <w:p w:rsidR="00885412" w:rsidRPr="00A30F6E" w:rsidRDefault="00A30F6E" w:rsidP="005207C6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A30F6E">
        <w:rPr>
          <w:sz w:val="24"/>
          <w:szCs w:val="24"/>
        </w:rPr>
        <w:t>931</w:t>
      </w:r>
      <w:r w:rsidR="00885412" w:rsidRPr="00A30F6E">
        <w:rPr>
          <w:sz w:val="24"/>
          <w:szCs w:val="24"/>
        </w:rPr>
        <w:t xml:space="preserve"> x </w:t>
      </w:r>
      <w:r w:rsidRPr="00A30F6E">
        <w:rPr>
          <w:sz w:val="24"/>
          <w:szCs w:val="24"/>
        </w:rPr>
        <w:t>0.59</w:t>
      </w:r>
      <w:r w:rsidR="005207C6" w:rsidRPr="00A30F6E">
        <w:rPr>
          <w:sz w:val="24"/>
          <w:szCs w:val="24"/>
        </w:rPr>
        <w:t xml:space="preserve"> = </w:t>
      </w:r>
      <w:r w:rsidRPr="00A30F6E">
        <w:rPr>
          <w:sz w:val="24"/>
          <w:szCs w:val="24"/>
        </w:rPr>
        <w:t>549.29</w:t>
      </w:r>
      <w:r w:rsidR="005207C6" w:rsidRPr="00A30F6E">
        <w:rPr>
          <w:sz w:val="24"/>
          <w:szCs w:val="24"/>
        </w:rPr>
        <w:t xml:space="preserve"> mc</w:t>
      </w:r>
    </w:p>
    <w:p w:rsidR="00A01A10" w:rsidRPr="003A3815" w:rsidRDefault="00A01A10" w:rsidP="00A01A1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A3815">
        <w:rPr>
          <w:sz w:val="24"/>
          <w:szCs w:val="24"/>
        </w:rPr>
        <w:t>Substrat de nisip, 10 cm grosime</w:t>
      </w:r>
      <w:r w:rsidRPr="003A3815">
        <w:rPr>
          <w:sz w:val="24"/>
          <w:szCs w:val="24"/>
        </w:rPr>
        <w:tab/>
      </w:r>
      <w:r w:rsidRPr="003A3815">
        <w:rPr>
          <w:sz w:val="24"/>
          <w:szCs w:val="24"/>
        </w:rPr>
        <w:tab/>
      </w:r>
      <w:r w:rsidRPr="003A3815">
        <w:rPr>
          <w:sz w:val="24"/>
          <w:szCs w:val="24"/>
        </w:rPr>
        <w:tab/>
      </w:r>
      <w:r w:rsidRPr="003A3815">
        <w:rPr>
          <w:sz w:val="24"/>
          <w:szCs w:val="24"/>
        </w:rPr>
        <w:tab/>
      </w:r>
      <w:r w:rsidRPr="003A3815">
        <w:rPr>
          <w:sz w:val="24"/>
          <w:szCs w:val="24"/>
        </w:rPr>
        <w:tab/>
      </w:r>
      <w:r w:rsidRPr="003A3815">
        <w:rPr>
          <w:sz w:val="24"/>
          <w:szCs w:val="24"/>
        </w:rPr>
        <w:tab/>
      </w:r>
      <w:r w:rsidR="008A2E7F" w:rsidRPr="003A3815">
        <w:rPr>
          <w:sz w:val="24"/>
          <w:szCs w:val="24"/>
        </w:rPr>
        <w:tab/>
        <w:t xml:space="preserve">          </w:t>
      </w:r>
      <w:r w:rsidR="00D540AE">
        <w:rPr>
          <w:sz w:val="24"/>
          <w:szCs w:val="24"/>
        </w:rPr>
        <w:t xml:space="preserve"> </w:t>
      </w:r>
      <w:r w:rsidR="003A3815" w:rsidRPr="003A3815">
        <w:rPr>
          <w:sz w:val="24"/>
          <w:szCs w:val="24"/>
        </w:rPr>
        <w:t xml:space="preserve">94 </w:t>
      </w:r>
      <w:r w:rsidRPr="003A3815">
        <w:rPr>
          <w:sz w:val="24"/>
          <w:szCs w:val="24"/>
        </w:rPr>
        <w:t>mc</w:t>
      </w:r>
    </w:p>
    <w:p w:rsidR="00A01A10" w:rsidRPr="003A3815" w:rsidRDefault="003A3815" w:rsidP="00A01A1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3A3815">
        <w:rPr>
          <w:sz w:val="24"/>
          <w:szCs w:val="24"/>
        </w:rPr>
        <w:t>931</w:t>
      </w:r>
      <w:r w:rsidR="00A01A10" w:rsidRPr="003A3815">
        <w:rPr>
          <w:sz w:val="24"/>
          <w:szCs w:val="24"/>
        </w:rPr>
        <w:t xml:space="preserve"> x 0.10 = </w:t>
      </w:r>
      <w:r w:rsidRPr="003A3815">
        <w:rPr>
          <w:sz w:val="24"/>
          <w:szCs w:val="24"/>
        </w:rPr>
        <w:t>93.1</w:t>
      </w:r>
      <w:r>
        <w:rPr>
          <w:sz w:val="24"/>
          <w:szCs w:val="24"/>
        </w:rPr>
        <w:t xml:space="preserve"> </w:t>
      </w:r>
      <w:r w:rsidR="00A01A10" w:rsidRPr="003A3815">
        <w:rPr>
          <w:sz w:val="24"/>
          <w:szCs w:val="24"/>
        </w:rPr>
        <w:t>mc</w:t>
      </w:r>
    </w:p>
    <w:p w:rsidR="00A01A10" w:rsidRPr="003A3815" w:rsidRDefault="00A01A10" w:rsidP="00A01A1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A3815">
        <w:rPr>
          <w:sz w:val="24"/>
          <w:szCs w:val="24"/>
        </w:rPr>
        <w:t>Fundatie de balast, 25 cm grosime</w:t>
      </w:r>
      <w:r w:rsidRPr="003A3815">
        <w:rPr>
          <w:sz w:val="24"/>
          <w:szCs w:val="24"/>
        </w:rPr>
        <w:tab/>
      </w:r>
      <w:r w:rsidRPr="003A3815">
        <w:rPr>
          <w:sz w:val="24"/>
          <w:szCs w:val="24"/>
        </w:rPr>
        <w:tab/>
      </w:r>
      <w:r w:rsidRPr="003A3815">
        <w:rPr>
          <w:sz w:val="24"/>
          <w:szCs w:val="24"/>
        </w:rPr>
        <w:tab/>
      </w:r>
      <w:r w:rsidRPr="003A3815">
        <w:rPr>
          <w:sz w:val="24"/>
          <w:szCs w:val="24"/>
        </w:rPr>
        <w:tab/>
      </w:r>
      <w:r w:rsidRPr="003A3815">
        <w:rPr>
          <w:sz w:val="24"/>
          <w:szCs w:val="24"/>
        </w:rPr>
        <w:tab/>
      </w:r>
      <w:r w:rsidRPr="003A3815">
        <w:rPr>
          <w:sz w:val="24"/>
          <w:szCs w:val="24"/>
        </w:rPr>
        <w:tab/>
      </w:r>
      <w:r w:rsidR="008A2E7F" w:rsidRPr="003A3815">
        <w:rPr>
          <w:sz w:val="24"/>
          <w:szCs w:val="24"/>
        </w:rPr>
        <w:tab/>
        <w:t xml:space="preserve">          </w:t>
      </w:r>
      <w:r w:rsidR="00D540AE">
        <w:rPr>
          <w:sz w:val="24"/>
          <w:szCs w:val="24"/>
        </w:rPr>
        <w:t xml:space="preserve"> </w:t>
      </w:r>
      <w:r w:rsidR="003A3815" w:rsidRPr="003A3815">
        <w:rPr>
          <w:sz w:val="24"/>
          <w:szCs w:val="24"/>
        </w:rPr>
        <w:t>233</w:t>
      </w:r>
      <w:r w:rsidRPr="003A3815">
        <w:rPr>
          <w:sz w:val="24"/>
          <w:szCs w:val="24"/>
        </w:rPr>
        <w:t xml:space="preserve"> mc</w:t>
      </w:r>
    </w:p>
    <w:p w:rsidR="00A01A10" w:rsidRPr="003A3815" w:rsidRDefault="003A3815" w:rsidP="00A01A1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3A3815">
        <w:rPr>
          <w:sz w:val="24"/>
          <w:szCs w:val="24"/>
        </w:rPr>
        <w:t>931 x 0.25 = 232.75</w:t>
      </w:r>
      <w:r w:rsidR="00A01A10" w:rsidRPr="003A3815">
        <w:rPr>
          <w:sz w:val="24"/>
          <w:szCs w:val="24"/>
        </w:rPr>
        <w:t xml:space="preserve"> mc</w:t>
      </w:r>
    </w:p>
    <w:p w:rsidR="009811F1" w:rsidRPr="006D33CF" w:rsidRDefault="00744C8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6D33CF">
        <w:rPr>
          <w:sz w:val="24"/>
          <w:szCs w:val="24"/>
        </w:rPr>
        <w:t>Strat de piat</w:t>
      </w:r>
      <w:r w:rsidR="00481767" w:rsidRPr="006D33CF">
        <w:rPr>
          <w:sz w:val="24"/>
          <w:szCs w:val="24"/>
        </w:rPr>
        <w:t xml:space="preserve">ra sparta, </w:t>
      </w:r>
      <w:r w:rsidR="008A2E7F" w:rsidRPr="006D33CF">
        <w:rPr>
          <w:sz w:val="24"/>
          <w:szCs w:val="24"/>
        </w:rPr>
        <w:t>15</w:t>
      </w:r>
      <w:r w:rsidR="00481767" w:rsidRPr="006D33CF">
        <w:rPr>
          <w:sz w:val="24"/>
          <w:szCs w:val="24"/>
        </w:rPr>
        <w:t xml:space="preserve"> cm grosime</w:t>
      </w:r>
      <w:r w:rsidR="00481767" w:rsidRPr="006D33CF">
        <w:rPr>
          <w:sz w:val="24"/>
          <w:szCs w:val="24"/>
        </w:rPr>
        <w:tab/>
      </w:r>
      <w:r w:rsidR="00481767" w:rsidRPr="006D33CF">
        <w:rPr>
          <w:sz w:val="24"/>
          <w:szCs w:val="24"/>
        </w:rPr>
        <w:tab/>
      </w:r>
      <w:r w:rsidR="00481767" w:rsidRPr="006D33CF">
        <w:rPr>
          <w:sz w:val="24"/>
          <w:szCs w:val="24"/>
        </w:rPr>
        <w:tab/>
      </w:r>
      <w:r w:rsidR="00481767" w:rsidRPr="006D33CF">
        <w:rPr>
          <w:sz w:val="24"/>
          <w:szCs w:val="24"/>
        </w:rPr>
        <w:tab/>
      </w:r>
      <w:r w:rsidR="00481767" w:rsidRPr="006D33CF">
        <w:rPr>
          <w:sz w:val="24"/>
          <w:szCs w:val="24"/>
        </w:rPr>
        <w:tab/>
      </w:r>
      <w:r w:rsidR="00481767" w:rsidRPr="006D33CF">
        <w:rPr>
          <w:sz w:val="24"/>
          <w:szCs w:val="24"/>
        </w:rPr>
        <w:tab/>
      </w:r>
      <w:r w:rsidR="008A2E7F" w:rsidRPr="006D33CF">
        <w:rPr>
          <w:sz w:val="24"/>
          <w:szCs w:val="24"/>
        </w:rPr>
        <w:t xml:space="preserve">          </w:t>
      </w:r>
      <w:r w:rsidR="00D540AE">
        <w:rPr>
          <w:sz w:val="24"/>
          <w:szCs w:val="24"/>
        </w:rPr>
        <w:t xml:space="preserve"> </w:t>
      </w:r>
      <w:r w:rsidR="006D33CF" w:rsidRPr="006D33CF">
        <w:rPr>
          <w:sz w:val="24"/>
          <w:szCs w:val="24"/>
        </w:rPr>
        <w:t>140</w:t>
      </w:r>
      <w:r w:rsidR="009811F1" w:rsidRPr="006D33CF">
        <w:rPr>
          <w:sz w:val="24"/>
          <w:szCs w:val="24"/>
        </w:rPr>
        <w:t xml:space="preserve"> mc</w:t>
      </w:r>
    </w:p>
    <w:p w:rsidR="009811F1" w:rsidRPr="006D33CF" w:rsidRDefault="006D33CF" w:rsidP="00744C8B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6D33CF">
        <w:rPr>
          <w:sz w:val="24"/>
          <w:szCs w:val="24"/>
        </w:rPr>
        <w:t>931</w:t>
      </w:r>
      <w:r w:rsidR="008A2E7F" w:rsidRPr="006D33CF">
        <w:rPr>
          <w:sz w:val="24"/>
          <w:szCs w:val="24"/>
        </w:rPr>
        <w:t xml:space="preserve"> x 0.15</w:t>
      </w:r>
      <w:r w:rsidR="00481767" w:rsidRPr="006D33CF">
        <w:rPr>
          <w:sz w:val="24"/>
          <w:szCs w:val="24"/>
        </w:rPr>
        <w:t xml:space="preserve"> = </w:t>
      </w:r>
      <w:r w:rsidRPr="006D33CF">
        <w:rPr>
          <w:sz w:val="24"/>
          <w:szCs w:val="24"/>
        </w:rPr>
        <w:t>139.65</w:t>
      </w:r>
      <w:r w:rsidR="009811F1" w:rsidRPr="006D33CF">
        <w:rPr>
          <w:sz w:val="24"/>
          <w:szCs w:val="24"/>
        </w:rPr>
        <w:t xml:space="preserve"> mc</w:t>
      </w:r>
    </w:p>
    <w:p w:rsidR="009811F1" w:rsidRPr="00D540AE" w:rsidRDefault="009811F1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D540AE">
        <w:rPr>
          <w:sz w:val="24"/>
          <w:szCs w:val="24"/>
        </w:rPr>
        <w:t xml:space="preserve">Curatare – amorsare </w:t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="00151C5B" w:rsidRPr="00D540AE">
        <w:rPr>
          <w:sz w:val="24"/>
          <w:szCs w:val="24"/>
        </w:rPr>
        <w:t xml:space="preserve">        </w:t>
      </w:r>
      <w:r w:rsidR="00D540AE" w:rsidRPr="00D540AE">
        <w:rPr>
          <w:sz w:val="24"/>
          <w:szCs w:val="24"/>
        </w:rPr>
        <w:t xml:space="preserve">   931</w:t>
      </w:r>
      <w:r w:rsidR="00744C8B" w:rsidRPr="00D540AE">
        <w:rPr>
          <w:sz w:val="24"/>
          <w:szCs w:val="24"/>
        </w:rPr>
        <w:t xml:space="preserve"> </w:t>
      </w:r>
      <w:r w:rsidRPr="00D540AE">
        <w:rPr>
          <w:sz w:val="24"/>
          <w:szCs w:val="24"/>
        </w:rPr>
        <w:t>mp</w:t>
      </w:r>
    </w:p>
    <w:p w:rsidR="00EF764B" w:rsidRPr="00D540AE" w:rsidRDefault="00151C5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D540AE">
        <w:rPr>
          <w:sz w:val="24"/>
          <w:szCs w:val="24"/>
        </w:rPr>
        <w:t>Asternere binder BAD 25, 5</w:t>
      </w:r>
      <w:r w:rsidR="00EF764B" w:rsidRPr="00D540AE">
        <w:rPr>
          <w:sz w:val="24"/>
          <w:szCs w:val="24"/>
        </w:rPr>
        <w:t xml:space="preserve"> cm grosime </w:t>
      </w:r>
      <w:r w:rsidR="00EF764B" w:rsidRPr="00D540AE">
        <w:rPr>
          <w:sz w:val="24"/>
          <w:szCs w:val="24"/>
        </w:rPr>
        <w:tab/>
      </w:r>
      <w:r w:rsidR="00EF764B" w:rsidRPr="00D540AE">
        <w:rPr>
          <w:sz w:val="24"/>
          <w:szCs w:val="24"/>
        </w:rPr>
        <w:tab/>
      </w:r>
      <w:r w:rsidR="00EF764B" w:rsidRPr="00D540AE">
        <w:rPr>
          <w:sz w:val="24"/>
          <w:szCs w:val="24"/>
        </w:rPr>
        <w:tab/>
      </w:r>
      <w:r w:rsidR="00EF764B" w:rsidRPr="00D540AE">
        <w:rPr>
          <w:sz w:val="24"/>
          <w:szCs w:val="24"/>
        </w:rPr>
        <w:tab/>
      </w:r>
      <w:r w:rsidR="00EF764B" w:rsidRPr="00D540AE">
        <w:rPr>
          <w:sz w:val="24"/>
          <w:szCs w:val="24"/>
        </w:rPr>
        <w:tab/>
      </w:r>
      <w:r w:rsidR="00744C8B" w:rsidRPr="00D540AE">
        <w:rPr>
          <w:sz w:val="24"/>
          <w:szCs w:val="24"/>
        </w:rPr>
        <w:tab/>
      </w:r>
      <w:r w:rsidR="00D540AE" w:rsidRPr="00D540AE">
        <w:rPr>
          <w:sz w:val="24"/>
          <w:szCs w:val="24"/>
        </w:rPr>
        <w:tab/>
        <w:t>112</w:t>
      </w:r>
      <w:r w:rsidR="00E70F73" w:rsidRPr="00D540AE">
        <w:rPr>
          <w:sz w:val="24"/>
          <w:szCs w:val="24"/>
        </w:rPr>
        <w:t xml:space="preserve"> </w:t>
      </w:r>
      <w:r w:rsidR="00EF764B" w:rsidRPr="00D540AE">
        <w:rPr>
          <w:sz w:val="24"/>
          <w:szCs w:val="24"/>
        </w:rPr>
        <w:t>t</w:t>
      </w:r>
    </w:p>
    <w:p w:rsidR="00EF764B" w:rsidRPr="00D540AE" w:rsidRDefault="00D540AE" w:rsidP="00A66DA8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D540AE">
        <w:rPr>
          <w:sz w:val="24"/>
          <w:szCs w:val="24"/>
        </w:rPr>
        <w:t>931</w:t>
      </w:r>
      <w:r w:rsidR="00151C5B" w:rsidRPr="00D540AE">
        <w:rPr>
          <w:sz w:val="24"/>
          <w:szCs w:val="24"/>
        </w:rPr>
        <w:t xml:space="preserve"> x 0.05</w:t>
      </w:r>
      <w:r w:rsidR="00EF764B" w:rsidRPr="00D540AE">
        <w:rPr>
          <w:sz w:val="24"/>
          <w:szCs w:val="24"/>
        </w:rPr>
        <w:t xml:space="preserve">  x 2.4 </w:t>
      </w:r>
      <w:r w:rsidR="00E70F73" w:rsidRPr="00D540AE">
        <w:rPr>
          <w:sz w:val="24"/>
          <w:szCs w:val="24"/>
        </w:rPr>
        <w:t xml:space="preserve">= </w:t>
      </w:r>
      <w:r w:rsidRPr="00D540AE">
        <w:rPr>
          <w:sz w:val="24"/>
          <w:szCs w:val="24"/>
        </w:rPr>
        <w:t>111.72</w:t>
      </w:r>
      <w:r w:rsidR="00EF764B" w:rsidRPr="00D540AE">
        <w:rPr>
          <w:sz w:val="24"/>
          <w:szCs w:val="24"/>
        </w:rPr>
        <w:t xml:space="preserve"> t</w:t>
      </w:r>
    </w:p>
    <w:p w:rsidR="00EF764B" w:rsidRPr="00D540AE" w:rsidRDefault="00EF764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D540AE">
        <w:rPr>
          <w:sz w:val="24"/>
          <w:szCs w:val="24"/>
        </w:rPr>
        <w:t>Curatare – amorsare</w:t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="00744C8B" w:rsidRPr="00D540AE">
        <w:rPr>
          <w:sz w:val="24"/>
          <w:szCs w:val="24"/>
        </w:rPr>
        <w:tab/>
      </w:r>
      <w:r w:rsidR="00151C5B" w:rsidRPr="00D540AE">
        <w:rPr>
          <w:sz w:val="24"/>
          <w:szCs w:val="24"/>
        </w:rPr>
        <w:t xml:space="preserve">        </w:t>
      </w:r>
      <w:r w:rsidR="00D540AE" w:rsidRPr="00D540AE">
        <w:rPr>
          <w:sz w:val="24"/>
          <w:szCs w:val="24"/>
        </w:rPr>
        <w:t xml:space="preserve">    931</w:t>
      </w:r>
      <w:r w:rsidR="00744C8B" w:rsidRPr="00D540AE">
        <w:rPr>
          <w:sz w:val="24"/>
          <w:szCs w:val="24"/>
        </w:rPr>
        <w:t xml:space="preserve"> </w:t>
      </w:r>
      <w:r w:rsidRPr="00D540AE">
        <w:rPr>
          <w:sz w:val="24"/>
          <w:szCs w:val="24"/>
        </w:rPr>
        <w:t>mp</w:t>
      </w:r>
    </w:p>
    <w:p w:rsidR="00151C5B" w:rsidRPr="00ED4B56" w:rsidRDefault="00EF764B" w:rsidP="00ED4B56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D540AE">
        <w:rPr>
          <w:sz w:val="24"/>
          <w:szCs w:val="24"/>
        </w:rPr>
        <w:t>Strat de uzura BA16, h=4 cm grosime</w:t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Pr="00D540AE">
        <w:rPr>
          <w:sz w:val="24"/>
          <w:szCs w:val="24"/>
        </w:rPr>
        <w:tab/>
      </w:r>
      <w:r w:rsidR="00744C8B" w:rsidRPr="00D540AE">
        <w:rPr>
          <w:sz w:val="24"/>
          <w:szCs w:val="24"/>
        </w:rPr>
        <w:tab/>
      </w:r>
      <w:r w:rsidR="00151C5B" w:rsidRPr="00D540AE">
        <w:rPr>
          <w:sz w:val="24"/>
          <w:szCs w:val="24"/>
        </w:rPr>
        <w:t xml:space="preserve">        </w:t>
      </w:r>
      <w:r w:rsidR="00D540AE" w:rsidRPr="00D540AE">
        <w:rPr>
          <w:sz w:val="24"/>
          <w:szCs w:val="24"/>
        </w:rPr>
        <w:t xml:space="preserve">    931 </w:t>
      </w:r>
      <w:r w:rsidRPr="00D540AE">
        <w:rPr>
          <w:sz w:val="24"/>
          <w:szCs w:val="24"/>
        </w:rPr>
        <w:t>mp</w:t>
      </w:r>
    </w:p>
    <w:p w:rsidR="00A66DA8" w:rsidRPr="000D6C32" w:rsidRDefault="00A66DA8" w:rsidP="00ED4B56">
      <w:pPr>
        <w:spacing w:line="360" w:lineRule="auto"/>
        <w:jc w:val="both"/>
        <w:rPr>
          <w:color w:val="FF0000"/>
          <w:sz w:val="24"/>
          <w:szCs w:val="24"/>
        </w:rPr>
      </w:pPr>
    </w:p>
    <w:p w:rsidR="00BF1F49" w:rsidRPr="00ED4B56" w:rsidRDefault="00BF1F49" w:rsidP="00C147A5">
      <w:pPr>
        <w:spacing w:line="360" w:lineRule="auto"/>
        <w:jc w:val="center"/>
        <w:rPr>
          <w:sz w:val="32"/>
          <w:szCs w:val="32"/>
        </w:rPr>
      </w:pPr>
      <w:r w:rsidRPr="00ED4B56">
        <w:rPr>
          <w:sz w:val="24"/>
          <w:szCs w:val="24"/>
        </w:rPr>
        <w:tab/>
      </w:r>
      <w:r w:rsidRPr="00ED4B56">
        <w:rPr>
          <w:sz w:val="32"/>
          <w:szCs w:val="32"/>
        </w:rPr>
        <w:t>Lucrari la borduri</w:t>
      </w:r>
    </w:p>
    <w:p w:rsidR="00E71621" w:rsidRPr="00ED4B56" w:rsidRDefault="00E71621" w:rsidP="00C147A5">
      <w:pPr>
        <w:spacing w:line="360" w:lineRule="auto"/>
        <w:jc w:val="center"/>
        <w:rPr>
          <w:sz w:val="32"/>
          <w:szCs w:val="32"/>
        </w:rPr>
      </w:pPr>
    </w:p>
    <w:p w:rsidR="00BF1F49" w:rsidRPr="00ED4B56" w:rsidRDefault="00E54142" w:rsidP="00C147A5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D4B56">
        <w:rPr>
          <w:sz w:val="24"/>
          <w:szCs w:val="24"/>
        </w:rPr>
        <w:t>Demontare borduri existente</w:t>
      </w:r>
      <w:r w:rsidR="00CD114A" w:rsidRPr="00ED4B56">
        <w:rPr>
          <w:sz w:val="24"/>
          <w:szCs w:val="24"/>
        </w:rPr>
        <w:t xml:space="preserve"> mari</w:t>
      </w:r>
      <w:r w:rsidR="00BF1F49" w:rsidRPr="00ED4B56">
        <w:rPr>
          <w:sz w:val="24"/>
          <w:szCs w:val="24"/>
        </w:rPr>
        <w:tab/>
      </w:r>
      <w:r w:rsidR="00BF1F49" w:rsidRPr="00ED4B56">
        <w:rPr>
          <w:sz w:val="24"/>
          <w:szCs w:val="24"/>
        </w:rPr>
        <w:tab/>
      </w:r>
      <w:r w:rsidR="00BF1F49" w:rsidRPr="00ED4B56">
        <w:rPr>
          <w:sz w:val="24"/>
          <w:szCs w:val="24"/>
        </w:rPr>
        <w:tab/>
      </w:r>
      <w:r w:rsidR="00BF1F49" w:rsidRPr="00ED4B56">
        <w:rPr>
          <w:sz w:val="24"/>
          <w:szCs w:val="24"/>
        </w:rPr>
        <w:tab/>
      </w:r>
      <w:r w:rsidR="00BF1F49" w:rsidRPr="00ED4B56">
        <w:rPr>
          <w:sz w:val="24"/>
          <w:szCs w:val="24"/>
        </w:rPr>
        <w:tab/>
      </w:r>
      <w:r w:rsidR="00BF1F49" w:rsidRPr="00ED4B56">
        <w:rPr>
          <w:sz w:val="24"/>
          <w:szCs w:val="24"/>
        </w:rPr>
        <w:tab/>
      </w:r>
      <w:r w:rsidR="00BF1F49" w:rsidRPr="00ED4B56">
        <w:rPr>
          <w:sz w:val="24"/>
          <w:szCs w:val="24"/>
        </w:rPr>
        <w:tab/>
      </w:r>
      <w:r w:rsidR="00ED4B56" w:rsidRPr="00ED4B56">
        <w:rPr>
          <w:sz w:val="24"/>
          <w:szCs w:val="24"/>
        </w:rPr>
        <w:tab/>
        <w:t>408</w:t>
      </w:r>
      <w:r w:rsidR="00BF1F49" w:rsidRPr="00ED4B56">
        <w:rPr>
          <w:sz w:val="24"/>
          <w:szCs w:val="24"/>
        </w:rPr>
        <w:t xml:space="preserve"> ml</w:t>
      </w:r>
    </w:p>
    <w:p w:rsidR="00BF1F49" w:rsidRPr="00ED4B56" w:rsidRDefault="00E54142" w:rsidP="00C147A5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D4B56">
        <w:rPr>
          <w:sz w:val="24"/>
          <w:szCs w:val="24"/>
        </w:rPr>
        <w:t>Pozare borduri mari</w:t>
      </w:r>
      <w:r w:rsidR="00BF1F49" w:rsidRPr="00ED4B56">
        <w:rPr>
          <w:sz w:val="24"/>
          <w:szCs w:val="24"/>
        </w:rPr>
        <w:t xml:space="preserve"> noi</w:t>
      </w:r>
      <w:r w:rsidR="00BF1F49" w:rsidRPr="00ED4B56">
        <w:rPr>
          <w:sz w:val="24"/>
          <w:szCs w:val="24"/>
        </w:rPr>
        <w:tab/>
      </w:r>
      <w:r w:rsidR="00BF1F49" w:rsidRPr="00ED4B56">
        <w:rPr>
          <w:sz w:val="24"/>
          <w:szCs w:val="24"/>
        </w:rPr>
        <w:tab/>
      </w:r>
      <w:r w:rsidR="00BF1F49" w:rsidRPr="00ED4B56">
        <w:rPr>
          <w:sz w:val="24"/>
          <w:szCs w:val="24"/>
        </w:rPr>
        <w:tab/>
      </w:r>
      <w:r w:rsidR="00BF1F49" w:rsidRPr="00ED4B56">
        <w:rPr>
          <w:sz w:val="24"/>
          <w:szCs w:val="24"/>
        </w:rPr>
        <w:tab/>
      </w:r>
      <w:r w:rsidR="00BF1F49" w:rsidRPr="00ED4B56">
        <w:rPr>
          <w:sz w:val="24"/>
          <w:szCs w:val="24"/>
        </w:rPr>
        <w:tab/>
      </w:r>
      <w:r w:rsidR="00BF1F49" w:rsidRPr="00ED4B56">
        <w:rPr>
          <w:sz w:val="24"/>
          <w:szCs w:val="24"/>
        </w:rPr>
        <w:tab/>
      </w:r>
      <w:r w:rsidR="00BF1F49" w:rsidRPr="00ED4B56">
        <w:rPr>
          <w:sz w:val="24"/>
          <w:szCs w:val="24"/>
        </w:rPr>
        <w:tab/>
      </w:r>
      <w:r w:rsidR="00C147A5" w:rsidRPr="00ED4B56">
        <w:rPr>
          <w:sz w:val="24"/>
          <w:szCs w:val="24"/>
        </w:rPr>
        <w:tab/>
      </w:r>
      <w:r w:rsidR="00ED4B56" w:rsidRPr="00ED4B56">
        <w:rPr>
          <w:sz w:val="24"/>
          <w:szCs w:val="24"/>
        </w:rPr>
        <w:tab/>
        <w:t>408</w:t>
      </w:r>
      <w:r w:rsidR="00BF1F49" w:rsidRPr="00ED4B56">
        <w:rPr>
          <w:sz w:val="24"/>
          <w:szCs w:val="24"/>
        </w:rPr>
        <w:t xml:space="preserve"> ml</w:t>
      </w:r>
    </w:p>
    <w:p w:rsidR="00700C0C" w:rsidRPr="000D6C32" w:rsidRDefault="00700C0C" w:rsidP="005668D5">
      <w:pPr>
        <w:spacing w:line="360" w:lineRule="auto"/>
        <w:jc w:val="both"/>
        <w:rPr>
          <w:color w:val="FF0000"/>
          <w:sz w:val="24"/>
          <w:szCs w:val="24"/>
        </w:rPr>
      </w:pPr>
    </w:p>
    <w:p w:rsidR="00E54142" w:rsidRPr="000D6C32" w:rsidRDefault="00E54142" w:rsidP="00E54142">
      <w:pPr>
        <w:spacing w:line="360" w:lineRule="auto"/>
        <w:jc w:val="both"/>
        <w:rPr>
          <w:color w:val="FF0000"/>
          <w:sz w:val="24"/>
          <w:szCs w:val="24"/>
        </w:rPr>
      </w:pPr>
    </w:p>
    <w:p w:rsidR="00BF1F49" w:rsidRPr="00F37D63" w:rsidRDefault="00BF1F49" w:rsidP="00BF1F49">
      <w:pPr>
        <w:spacing w:line="360" w:lineRule="auto"/>
        <w:jc w:val="center"/>
        <w:rPr>
          <w:sz w:val="32"/>
          <w:szCs w:val="32"/>
        </w:rPr>
      </w:pPr>
      <w:r w:rsidRPr="00F37D63">
        <w:rPr>
          <w:sz w:val="24"/>
          <w:szCs w:val="24"/>
        </w:rPr>
        <w:tab/>
      </w:r>
      <w:r w:rsidRPr="00F37D63">
        <w:rPr>
          <w:sz w:val="32"/>
          <w:szCs w:val="32"/>
        </w:rPr>
        <w:t>Lucrari edilitare</w:t>
      </w:r>
    </w:p>
    <w:p w:rsidR="00BF1F49" w:rsidRPr="00F37D63" w:rsidRDefault="00BF1F49" w:rsidP="00BF1F49">
      <w:pPr>
        <w:spacing w:line="360" w:lineRule="auto"/>
        <w:jc w:val="center"/>
        <w:rPr>
          <w:sz w:val="24"/>
          <w:szCs w:val="24"/>
        </w:rPr>
      </w:pPr>
    </w:p>
    <w:p w:rsidR="00BF1F49" w:rsidRPr="00F37D63" w:rsidRDefault="00BF1F4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37D63">
        <w:rPr>
          <w:sz w:val="24"/>
          <w:szCs w:val="24"/>
        </w:rPr>
        <w:t>Guri de scurgere noi</w:t>
      </w:r>
      <w:r w:rsidRPr="00F37D63">
        <w:rPr>
          <w:sz w:val="24"/>
          <w:szCs w:val="24"/>
        </w:rPr>
        <w:tab/>
      </w:r>
      <w:r w:rsidRPr="00F37D63">
        <w:rPr>
          <w:sz w:val="24"/>
          <w:szCs w:val="24"/>
        </w:rPr>
        <w:tab/>
      </w:r>
      <w:r w:rsidRPr="00F37D63">
        <w:rPr>
          <w:sz w:val="24"/>
          <w:szCs w:val="24"/>
        </w:rPr>
        <w:tab/>
      </w:r>
      <w:r w:rsidRPr="00F37D63">
        <w:rPr>
          <w:sz w:val="24"/>
          <w:szCs w:val="24"/>
        </w:rPr>
        <w:tab/>
      </w:r>
      <w:r w:rsidR="00E71621" w:rsidRPr="00F37D63">
        <w:rPr>
          <w:sz w:val="24"/>
          <w:szCs w:val="24"/>
        </w:rPr>
        <w:tab/>
      </w:r>
      <w:r w:rsidR="00E71621" w:rsidRPr="00F37D63">
        <w:rPr>
          <w:sz w:val="24"/>
          <w:szCs w:val="24"/>
        </w:rPr>
        <w:tab/>
      </w:r>
      <w:r w:rsidR="00E71621" w:rsidRPr="00F37D63">
        <w:rPr>
          <w:sz w:val="24"/>
          <w:szCs w:val="24"/>
        </w:rPr>
        <w:tab/>
      </w:r>
      <w:r w:rsidR="00E71621" w:rsidRPr="00F37D63">
        <w:rPr>
          <w:sz w:val="24"/>
          <w:szCs w:val="24"/>
        </w:rPr>
        <w:tab/>
      </w:r>
      <w:r w:rsidR="0079122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  <w:t>3</w:t>
      </w:r>
      <w:r w:rsidRPr="00F37D63">
        <w:rPr>
          <w:sz w:val="24"/>
          <w:szCs w:val="24"/>
        </w:rPr>
        <w:t xml:space="preserve"> buc</w:t>
      </w:r>
    </w:p>
    <w:p w:rsidR="009721E3" w:rsidRPr="00F37D63" w:rsidRDefault="009721E3" w:rsidP="009721E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37D63">
        <w:rPr>
          <w:sz w:val="24"/>
          <w:szCs w:val="24"/>
        </w:rPr>
        <w:t>Gur</w:t>
      </w:r>
      <w:r w:rsidR="00BD4265" w:rsidRPr="00F37D63">
        <w:rPr>
          <w:sz w:val="24"/>
          <w:szCs w:val="24"/>
        </w:rPr>
        <w:t>i</w:t>
      </w:r>
      <w:r w:rsidR="00F37D63" w:rsidRPr="00F37D63">
        <w:rPr>
          <w:sz w:val="24"/>
          <w:szCs w:val="24"/>
        </w:rPr>
        <w:t xml:space="preserve"> de scurgere existente</w:t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  <w:t>0</w:t>
      </w:r>
      <w:r w:rsidRPr="00F37D63">
        <w:rPr>
          <w:sz w:val="24"/>
          <w:szCs w:val="24"/>
        </w:rPr>
        <w:t xml:space="preserve"> buc</w:t>
      </w:r>
    </w:p>
    <w:p w:rsidR="00BF1F49" w:rsidRPr="00F37D63" w:rsidRDefault="00BF1F4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37D63">
        <w:rPr>
          <w:sz w:val="24"/>
          <w:szCs w:val="24"/>
        </w:rPr>
        <w:t>Camine de vizitare</w:t>
      </w:r>
      <w:r w:rsidRPr="00F37D63">
        <w:rPr>
          <w:sz w:val="24"/>
          <w:szCs w:val="24"/>
        </w:rPr>
        <w:tab/>
      </w:r>
      <w:r w:rsidRPr="00F37D63">
        <w:rPr>
          <w:sz w:val="24"/>
          <w:szCs w:val="24"/>
        </w:rPr>
        <w:tab/>
      </w:r>
      <w:r w:rsidRPr="00F37D63">
        <w:rPr>
          <w:sz w:val="24"/>
          <w:szCs w:val="24"/>
        </w:rPr>
        <w:tab/>
      </w:r>
      <w:r w:rsidRPr="00F37D63">
        <w:rPr>
          <w:sz w:val="24"/>
          <w:szCs w:val="24"/>
        </w:rPr>
        <w:tab/>
      </w:r>
      <w:r w:rsidR="002876A4" w:rsidRPr="00F37D63">
        <w:rPr>
          <w:sz w:val="24"/>
          <w:szCs w:val="24"/>
        </w:rPr>
        <w:tab/>
      </w:r>
      <w:r w:rsidR="002876A4" w:rsidRPr="00F37D63">
        <w:rPr>
          <w:sz w:val="24"/>
          <w:szCs w:val="24"/>
        </w:rPr>
        <w:tab/>
      </w:r>
      <w:r w:rsidR="002876A4" w:rsidRPr="00F37D63">
        <w:rPr>
          <w:sz w:val="24"/>
          <w:szCs w:val="24"/>
        </w:rPr>
        <w:tab/>
      </w:r>
      <w:r w:rsidR="002876A4" w:rsidRPr="00F37D63">
        <w:rPr>
          <w:sz w:val="24"/>
          <w:szCs w:val="24"/>
        </w:rPr>
        <w:tab/>
      </w:r>
      <w:r w:rsidR="0079122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  <w:t>1</w:t>
      </w:r>
      <w:r w:rsidRPr="00F37D63">
        <w:rPr>
          <w:sz w:val="24"/>
          <w:szCs w:val="24"/>
        </w:rPr>
        <w:t xml:space="preserve"> buc</w:t>
      </w:r>
    </w:p>
    <w:p w:rsidR="00BF1F49" w:rsidRPr="00F37D63" w:rsidRDefault="00257D28" w:rsidP="0007700C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F37D63">
        <w:rPr>
          <w:sz w:val="24"/>
          <w:szCs w:val="24"/>
        </w:rPr>
        <w:t>Rasuflatori de gaze</w:t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</w:r>
      <w:r w:rsidR="00F37D63" w:rsidRPr="00F37D63">
        <w:rPr>
          <w:sz w:val="24"/>
          <w:szCs w:val="24"/>
        </w:rPr>
        <w:tab/>
        <w:t xml:space="preserve"> 1</w:t>
      </w:r>
      <w:r w:rsidR="00BD4265" w:rsidRPr="00F37D63">
        <w:rPr>
          <w:sz w:val="24"/>
          <w:szCs w:val="24"/>
        </w:rPr>
        <w:t xml:space="preserve"> buc</w:t>
      </w:r>
    </w:p>
    <w:p w:rsidR="00BF1F49" w:rsidRPr="000D6C32" w:rsidRDefault="00BF1F49" w:rsidP="00BF1F49">
      <w:pPr>
        <w:spacing w:line="360" w:lineRule="auto"/>
        <w:jc w:val="both"/>
        <w:rPr>
          <w:color w:val="FF0000"/>
          <w:sz w:val="24"/>
          <w:szCs w:val="24"/>
        </w:rPr>
      </w:pPr>
    </w:p>
    <w:p w:rsidR="009B18B9" w:rsidRPr="00A433C6" w:rsidRDefault="00EF764B" w:rsidP="009B18B9">
      <w:pPr>
        <w:spacing w:line="360" w:lineRule="auto"/>
        <w:jc w:val="center"/>
        <w:rPr>
          <w:sz w:val="32"/>
          <w:szCs w:val="32"/>
        </w:rPr>
      </w:pPr>
      <w:r w:rsidRPr="000D6C32">
        <w:rPr>
          <w:color w:val="FF0000"/>
          <w:sz w:val="24"/>
          <w:szCs w:val="24"/>
        </w:rPr>
        <w:tab/>
      </w:r>
      <w:r w:rsidR="009B18B9" w:rsidRPr="00A433C6">
        <w:rPr>
          <w:sz w:val="32"/>
          <w:szCs w:val="32"/>
        </w:rPr>
        <w:t xml:space="preserve">Reglementarea circulatiei </w:t>
      </w:r>
    </w:p>
    <w:p w:rsidR="009B18B9" w:rsidRPr="00A433C6" w:rsidRDefault="009B18B9" w:rsidP="00791223">
      <w:pPr>
        <w:pStyle w:val="Listparagraf"/>
        <w:spacing w:line="360" w:lineRule="auto"/>
        <w:ind w:left="900"/>
        <w:jc w:val="both"/>
        <w:rPr>
          <w:sz w:val="24"/>
          <w:szCs w:val="24"/>
        </w:rPr>
      </w:pPr>
    </w:p>
    <w:p w:rsidR="009B18B9" w:rsidRPr="00A433C6" w:rsidRDefault="009B18B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433C6">
        <w:rPr>
          <w:sz w:val="24"/>
          <w:szCs w:val="24"/>
        </w:rPr>
        <w:t>Marcaje rutiere longitudinale</w:t>
      </w:r>
      <w:r w:rsidRPr="00A433C6">
        <w:rPr>
          <w:sz w:val="24"/>
          <w:szCs w:val="24"/>
        </w:rPr>
        <w:tab/>
      </w:r>
      <w:r w:rsidRPr="00A433C6">
        <w:rPr>
          <w:sz w:val="24"/>
          <w:szCs w:val="24"/>
        </w:rPr>
        <w:tab/>
      </w:r>
      <w:r w:rsidRPr="00A433C6">
        <w:rPr>
          <w:sz w:val="24"/>
          <w:szCs w:val="24"/>
        </w:rPr>
        <w:tab/>
      </w:r>
      <w:r w:rsidRPr="00A433C6">
        <w:rPr>
          <w:sz w:val="24"/>
          <w:szCs w:val="24"/>
        </w:rPr>
        <w:tab/>
      </w:r>
      <w:r w:rsidRPr="00A433C6">
        <w:rPr>
          <w:sz w:val="24"/>
          <w:szCs w:val="24"/>
        </w:rPr>
        <w:tab/>
      </w:r>
      <w:r w:rsidR="0082699D" w:rsidRPr="00A433C6">
        <w:rPr>
          <w:sz w:val="24"/>
          <w:szCs w:val="24"/>
        </w:rPr>
        <w:tab/>
        <w:t xml:space="preserve">         </w:t>
      </w:r>
      <w:r w:rsidR="00675429" w:rsidRPr="00A433C6">
        <w:rPr>
          <w:sz w:val="24"/>
          <w:szCs w:val="24"/>
        </w:rPr>
        <w:tab/>
        <w:t xml:space="preserve">          0.220</w:t>
      </w:r>
      <w:r w:rsidR="00B46554" w:rsidRPr="00A433C6">
        <w:rPr>
          <w:sz w:val="24"/>
          <w:szCs w:val="24"/>
        </w:rPr>
        <w:t xml:space="preserve"> km</w:t>
      </w:r>
    </w:p>
    <w:p w:rsidR="003C3D9B" w:rsidRPr="00A433C6" w:rsidRDefault="00994C1D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433C6">
        <w:rPr>
          <w:sz w:val="24"/>
          <w:szCs w:val="24"/>
        </w:rPr>
        <w:t xml:space="preserve">Procurare </w:t>
      </w:r>
      <w:r w:rsidR="00216595" w:rsidRPr="00A433C6">
        <w:rPr>
          <w:sz w:val="24"/>
          <w:szCs w:val="24"/>
        </w:rPr>
        <w:t>si instalare indicatoare</w:t>
      </w:r>
      <w:r w:rsidR="00216595" w:rsidRPr="00A433C6">
        <w:rPr>
          <w:sz w:val="24"/>
          <w:szCs w:val="24"/>
        </w:rPr>
        <w:tab/>
      </w:r>
      <w:r w:rsidR="00216595" w:rsidRPr="00A433C6">
        <w:rPr>
          <w:sz w:val="24"/>
          <w:szCs w:val="24"/>
        </w:rPr>
        <w:tab/>
      </w:r>
      <w:r w:rsidR="00216595" w:rsidRPr="00A433C6">
        <w:rPr>
          <w:sz w:val="24"/>
          <w:szCs w:val="24"/>
        </w:rPr>
        <w:tab/>
      </w:r>
      <w:r w:rsidR="00216595" w:rsidRPr="00A433C6">
        <w:rPr>
          <w:sz w:val="24"/>
          <w:szCs w:val="24"/>
        </w:rPr>
        <w:tab/>
      </w:r>
      <w:r w:rsidR="00216595" w:rsidRPr="00A433C6">
        <w:rPr>
          <w:sz w:val="24"/>
          <w:szCs w:val="24"/>
        </w:rPr>
        <w:tab/>
      </w:r>
      <w:r w:rsidR="00216595" w:rsidRPr="00A433C6">
        <w:rPr>
          <w:sz w:val="24"/>
          <w:szCs w:val="24"/>
        </w:rPr>
        <w:tab/>
      </w:r>
      <w:r w:rsidR="00216595" w:rsidRPr="00A433C6">
        <w:rPr>
          <w:sz w:val="24"/>
          <w:szCs w:val="24"/>
        </w:rPr>
        <w:tab/>
      </w:r>
      <w:r w:rsidR="00125DE3" w:rsidRPr="00A433C6">
        <w:rPr>
          <w:sz w:val="24"/>
          <w:szCs w:val="24"/>
        </w:rPr>
        <w:t xml:space="preserve">   </w:t>
      </w:r>
      <w:r w:rsidR="00675429" w:rsidRPr="00A433C6">
        <w:rPr>
          <w:sz w:val="24"/>
          <w:szCs w:val="24"/>
        </w:rPr>
        <w:tab/>
      </w:r>
      <w:r w:rsidR="00125DE3" w:rsidRPr="00A433C6">
        <w:rPr>
          <w:sz w:val="24"/>
          <w:szCs w:val="24"/>
        </w:rPr>
        <w:t xml:space="preserve"> </w:t>
      </w:r>
      <w:r w:rsidR="00A433C6" w:rsidRPr="00A433C6">
        <w:rPr>
          <w:sz w:val="24"/>
          <w:szCs w:val="24"/>
        </w:rPr>
        <w:t>4</w:t>
      </w:r>
      <w:r w:rsidR="003C3D9B" w:rsidRPr="00A433C6">
        <w:rPr>
          <w:sz w:val="24"/>
          <w:szCs w:val="24"/>
        </w:rPr>
        <w:t xml:space="preserve"> buc</w:t>
      </w:r>
    </w:p>
    <w:p w:rsidR="00BD1559" w:rsidRPr="000D6C32" w:rsidRDefault="00BD1559" w:rsidP="00791223">
      <w:pPr>
        <w:pStyle w:val="Listparagraf"/>
        <w:spacing w:line="360" w:lineRule="auto"/>
        <w:ind w:left="900"/>
        <w:jc w:val="both"/>
        <w:rPr>
          <w:color w:val="FF0000"/>
          <w:sz w:val="24"/>
          <w:szCs w:val="24"/>
        </w:rPr>
      </w:pPr>
      <w:r w:rsidRPr="000D6C32">
        <w:rPr>
          <w:color w:val="FF0000"/>
          <w:sz w:val="24"/>
          <w:szCs w:val="24"/>
        </w:rPr>
        <w:tab/>
      </w:r>
      <w:r w:rsidRPr="000D6C32">
        <w:rPr>
          <w:color w:val="FF0000"/>
          <w:sz w:val="24"/>
          <w:szCs w:val="24"/>
        </w:rPr>
        <w:tab/>
      </w:r>
    </w:p>
    <w:p w:rsidR="00433FB8" w:rsidRPr="000D6C32" w:rsidRDefault="00433FB8" w:rsidP="005D2769">
      <w:pPr>
        <w:rPr>
          <w:rFonts w:ascii="Arial" w:hAnsi="Arial" w:cs="Arial"/>
          <w:b/>
          <w:color w:val="FF0000"/>
          <w:sz w:val="24"/>
          <w:szCs w:val="24"/>
        </w:rPr>
      </w:pPr>
    </w:p>
    <w:sectPr w:rsidR="00433FB8" w:rsidRPr="000D6C32" w:rsidSect="006A745B">
      <w:headerReference w:type="default" r:id="rId7"/>
      <w:footerReference w:type="even" r:id="rId8"/>
      <w:footerReference w:type="default" r:id="rId9"/>
      <w:pgSz w:w="11907" w:h="16840" w:code="9"/>
      <w:pgMar w:top="720" w:right="720" w:bottom="720" w:left="1008" w:header="360" w:footer="850" w:gutter="0"/>
      <w:pgNumType w:start="1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440" w:rsidRDefault="00740440">
      <w:r>
        <w:separator/>
      </w:r>
    </w:p>
  </w:endnote>
  <w:endnote w:type="continuationSeparator" w:id="1">
    <w:p w:rsidR="00740440" w:rsidRDefault="00740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329" w:rsidRDefault="000606A2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5C" w:rsidRDefault="00461267">
    <w:pPr>
      <w:pStyle w:val="Subsol"/>
    </w:pPr>
    <w:r>
      <w:rPr>
        <w:noProof/>
      </w:rPr>
      <w:pict>
        <v:line id="_x0000_s1045" style="position:absolute;z-index:251656192" from="15.3pt,4.65pt" to="471.3pt,4.65pt"/>
      </w:pict>
    </w:r>
  </w:p>
  <w:p w:rsidR="00CC125C" w:rsidRDefault="002B52BC" w:rsidP="001C2C40">
    <w:pPr>
      <w:pStyle w:val="Subsol"/>
      <w:tabs>
        <w:tab w:val="clear" w:pos="4320"/>
        <w:tab w:val="left" w:pos="8640"/>
      </w:tabs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440" w:rsidRDefault="00740440">
      <w:r>
        <w:separator/>
      </w:r>
    </w:p>
  </w:footnote>
  <w:footnote w:type="continuationSeparator" w:id="1">
    <w:p w:rsidR="00740440" w:rsidRDefault="007404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25" w:rsidRPr="009811F1" w:rsidRDefault="009811F1" w:rsidP="009811F1">
    <w:pPr>
      <w:jc w:val="right"/>
      <w:rPr>
        <w:sz w:val="10"/>
        <w:szCs w:val="10"/>
      </w:rPr>
    </w:pPr>
    <w:r>
      <w:rPr>
        <w:sz w:val="10"/>
        <w:szCs w:val="10"/>
      </w:rPr>
      <w:tab/>
    </w:r>
    <w:r>
      <w:rPr>
        <w:sz w:val="10"/>
        <w:szCs w:val="10"/>
      </w:rPr>
      <w:tab/>
    </w:r>
  </w:p>
  <w:p w:rsidR="00AE1340" w:rsidRPr="00A97320" w:rsidRDefault="00AE1340" w:rsidP="00AE1340">
    <w:pPr>
      <w:pStyle w:val="Antet"/>
      <w:tabs>
        <w:tab w:val="clear" w:pos="8640"/>
        <w:tab w:val="right" w:pos="9540"/>
      </w:tabs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F0103164"/>
    <w:name w:val="WW8Num4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Arial" w:hAnsi="Arial" w:cs="Arial" w:hint="default"/>
        <w:sz w:val="18"/>
        <w:szCs w:val="18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✔"/>
      <w:lvlJc w:val="left"/>
      <w:pPr>
        <w:tabs>
          <w:tab w:val="num" w:pos="-488"/>
        </w:tabs>
        <w:ind w:left="-488" w:hanging="36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9"/>
    <w:multiLevelType w:val="multilevel"/>
    <w:tmpl w:val="00000009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2367"/>
        </w:tabs>
        <w:ind w:left="2367" w:hanging="56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2300AF7"/>
    <w:multiLevelType w:val="multilevel"/>
    <w:tmpl w:val="BF3CF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5635EF0"/>
    <w:multiLevelType w:val="hybridMultilevel"/>
    <w:tmpl w:val="0C986EB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1E200A"/>
    <w:multiLevelType w:val="hybridMultilevel"/>
    <w:tmpl w:val="A416591E"/>
    <w:lvl w:ilvl="0" w:tplc="FFFFFFFF">
      <w:start w:val="4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Vineta B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Vineta B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Vineta B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281298"/>
    <w:multiLevelType w:val="multilevel"/>
    <w:tmpl w:val="3FB806BA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072FF"/>
    <w:multiLevelType w:val="multilevel"/>
    <w:tmpl w:val="FCEEBE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EFF7670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0FBD065E"/>
    <w:multiLevelType w:val="singleLevel"/>
    <w:tmpl w:val="C58AC0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23A7D53"/>
    <w:multiLevelType w:val="hybridMultilevel"/>
    <w:tmpl w:val="8B4C576E"/>
    <w:lvl w:ilvl="0" w:tplc="F12EF82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4371D9"/>
    <w:multiLevelType w:val="hybridMultilevel"/>
    <w:tmpl w:val="F496E532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14D01417"/>
    <w:multiLevelType w:val="multilevel"/>
    <w:tmpl w:val="86FCF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292148"/>
    <w:multiLevelType w:val="multilevel"/>
    <w:tmpl w:val="400C651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960"/>
        </w:tabs>
        <w:ind w:left="39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760"/>
        </w:tabs>
        <w:ind w:left="57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560"/>
        </w:tabs>
        <w:ind w:left="75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640"/>
        </w:tabs>
        <w:ind w:left="8640" w:hanging="2160"/>
      </w:pPr>
    </w:lvl>
  </w:abstractNum>
  <w:abstractNum w:abstractNumId="14">
    <w:nsid w:val="1A1A7F27"/>
    <w:multiLevelType w:val="singleLevel"/>
    <w:tmpl w:val="C35ADF9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4A75985"/>
    <w:multiLevelType w:val="hybridMultilevel"/>
    <w:tmpl w:val="DA963D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4BC78B3"/>
    <w:multiLevelType w:val="hybridMultilevel"/>
    <w:tmpl w:val="B1743CBA"/>
    <w:lvl w:ilvl="0" w:tplc="064CEF3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D4CDCD0">
      <w:start w:val="1"/>
      <w:numFmt w:val="lowerLetter"/>
      <w:lvlText w:val="%2)"/>
      <w:lvlJc w:val="left"/>
      <w:pPr>
        <w:tabs>
          <w:tab w:val="num" w:pos="2265"/>
        </w:tabs>
        <w:ind w:left="2265" w:hanging="825"/>
      </w:pPr>
      <w:rPr>
        <w:rFonts w:hint="default"/>
      </w:rPr>
    </w:lvl>
    <w:lvl w:ilvl="2" w:tplc="FB42D65C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6B17DC5"/>
    <w:multiLevelType w:val="hybridMultilevel"/>
    <w:tmpl w:val="A2D07F42"/>
    <w:lvl w:ilvl="0" w:tplc="040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18">
    <w:nsid w:val="28103875"/>
    <w:multiLevelType w:val="hybridMultilevel"/>
    <w:tmpl w:val="2A8EEA2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B1582F"/>
    <w:multiLevelType w:val="hybridMultilevel"/>
    <w:tmpl w:val="75F0F00C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34346915"/>
    <w:multiLevelType w:val="hybridMultilevel"/>
    <w:tmpl w:val="76B6BCD0"/>
    <w:lvl w:ilvl="0" w:tplc="0CF43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AE13EA"/>
    <w:multiLevelType w:val="hybridMultilevel"/>
    <w:tmpl w:val="7256A7C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E52E30"/>
    <w:multiLevelType w:val="hybridMultilevel"/>
    <w:tmpl w:val="10088A06"/>
    <w:lvl w:ilvl="0" w:tplc="40C05A64">
      <w:start w:val="19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E4A6BCD"/>
    <w:multiLevelType w:val="hybridMultilevel"/>
    <w:tmpl w:val="9752A2C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5BF6EEC"/>
    <w:multiLevelType w:val="hybridMultilevel"/>
    <w:tmpl w:val="2558E502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>
    <w:nsid w:val="4DD05CA0"/>
    <w:multiLevelType w:val="multilevel"/>
    <w:tmpl w:val="4E7405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6">
    <w:nsid w:val="4F582343"/>
    <w:multiLevelType w:val="hybridMultilevel"/>
    <w:tmpl w:val="11DCA568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2112045"/>
    <w:multiLevelType w:val="hybridMultilevel"/>
    <w:tmpl w:val="3E4C3B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2456FF7"/>
    <w:multiLevelType w:val="singleLevel"/>
    <w:tmpl w:val="4A58AB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3D734A1"/>
    <w:multiLevelType w:val="hybridMultilevel"/>
    <w:tmpl w:val="A60213BE"/>
    <w:lvl w:ilvl="0" w:tplc="665EB7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54A0F07"/>
    <w:multiLevelType w:val="hybridMultilevel"/>
    <w:tmpl w:val="537C2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6123CC"/>
    <w:multiLevelType w:val="multilevel"/>
    <w:tmpl w:val="0C986EB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591214"/>
    <w:multiLevelType w:val="hybridMultilevel"/>
    <w:tmpl w:val="31944C94"/>
    <w:lvl w:ilvl="0" w:tplc="1B9445BE">
      <w:start w:val="1"/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15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763323"/>
    <w:multiLevelType w:val="multilevel"/>
    <w:tmpl w:val="240662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CCC0CFD"/>
    <w:multiLevelType w:val="hybridMultilevel"/>
    <w:tmpl w:val="B0B6EAD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E00B2F"/>
    <w:multiLevelType w:val="hybridMultilevel"/>
    <w:tmpl w:val="31EEEA64"/>
    <w:lvl w:ilvl="0" w:tplc="FFFFFFF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641"/>
        </w:tabs>
        <w:ind w:left="1641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6">
    <w:nsid w:val="792F5C42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>
    <w:nsid w:val="79BE3A87"/>
    <w:multiLevelType w:val="multilevel"/>
    <w:tmpl w:val="20E683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8">
    <w:nsid w:val="7B4F583A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3"/>
  </w:num>
  <w:num w:numId="2">
    <w:abstractNumId w:val="36"/>
  </w:num>
  <w:num w:numId="3">
    <w:abstractNumId w:val="35"/>
  </w:num>
  <w:num w:numId="4">
    <w:abstractNumId w:val="14"/>
  </w:num>
  <w:num w:numId="5">
    <w:abstractNumId w:val="9"/>
  </w:num>
  <w:num w:numId="6">
    <w:abstractNumId w:val="26"/>
  </w:num>
  <w:num w:numId="7">
    <w:abstractNumId w:val="20"/>
  </w:num>
  <w:num w:numId="8">
    <w:abstractNumId w:val="38"/>
  </w:num>
  <w:num w:numId="9">
    <w:abstractNumId w:val="28"/>
  </w:num>
  <w:num w:numId="10">
    <w:abstractNumId w:val="5"/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4"/>
  </w:num>
  <w:num w:numId="17">
    <w:abstractNumId w:val="4"/>
  </w:num>
  <w:num w:numId="18">
    <w:abstractNumId w:val="31"/>
  </w:num>
  <w:num w:numId="19">
    <w:abstractNumId w:val="16"/>
  </w:num>
  <w:num w:numId="20">
    <w:abstractNumId w:val="32"/>
  </w:num>
  <w:num w:numId="21">
    <w:abstractNumId w:val="24"/>
  </w:num>
  <w:num w:numId="22">
    <w:abstractNumId w:val="21"/>
  </w:num>
  <w:num w:numId="23">
    <w:abstractNumId w:val="11"/>
  </w:num>
  <w:num w:numId="24">
    <w:abstractNumId w:val="19"/>
  </w:num>
  <w:num w:numId="25">
    <w:abstractNumId w:val="25"/>
  </w:num>
  <w:num w:numId="26">
    <w:abstractNumId w:val="18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8"/>
  </w:num>
  <w:num w:numId="38">
    <w:abstractNumId w:val="33"/>
  </w:num>
  <w:num w:numId="39">
    <w:abstractNumId w:val="0"/>
  </w:num>
  <w:num w:numId="40">
    <w:abstractNumId w:val="1"/>
  </w:num>
  <w:num w:numId="41">
    <w:abstractNumId w:val="2"/>
  </w:num>
  <w:num w:numId="42">
    <w:abstractNumId w:val="30"/>
  </w:num>
  <w:num w:numId="43">
    <w:abstractNumId w:val="29"/>
  </w:num>
  <w:num w:numId="44">
    <w:abstractNumId w:val="15"/>
  </w:num>
  <w:num w:numId="4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3789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85DAD"/>
    <w:rsid w:val="000012B6"/>
    <w:rsid w:val="00002824"/>
    <w:rsid w:val="0000737D"/>
    <w:rsid w:val="00007988"/>
    <w:rsid w:val="000166A9"/>
    <w:rsid w:val="00017D90"/>
    <w:rsid w:val="00020EEC"/>
    <w:rsid w:val="00022BBC"/>
    <w:rsid w:val="000239D1"/>
    <w:rsid w:val="00025EF8"/>
    <w:rsid w:val="000311FA"/>
    <w:rsid w:val="00040590"/>
    <w:rsid w:val="000415E3"/>
    <w:rsid w:val="00043DBA"/>
    <w:rsid w:val="0004497E"/>
    <w:rsid w:val="00045BB9"/>
    <w:rsid w:val="0005002D"/>
    <w:rsid w:val="00052231"/>
    <w:rsid w:val="0005352F"/>
    <w:rsid w:val="00055181"/>
    <w:rsid w:val="000606A2"/>
    <w:rsid w:val="00063AE6"/>
    <w:rsid w:val="00070177"/>
    <w:rsid w:val="00073DB2"/>
    <w:rsid w:val="0007449C"/>
    <w:rsid w:val="0007700C"/>
    <w:rsid w:val="00085DAD"/>
    <w:rsid w:val="0009062A"/>
    <w:rsid w:val="00092414"/>
    <w:rsid w:val="00095F54"/>
    <w:rsid w:val="000A4A9A"/>
    <w:rsid w:val="000A4D89"/>
    <w:rsid w:val="000B4B3A"/>
    <w:rsid w:val="000B4F5B"/>
    <w:rsid w:val="000B7579"/>
    <w:rsid w:val="000B79C1"/>
    <w:rsid w:val="000C096B"/>
    <w:rsid w:val="000C468E"/>
    <w:rsid w:val="000C47FA"/>
    <w:rsid w:val="000D0D18"/>
    <w:rsid w:val="000D1CC5"/>
    <w:rsid w:val="000D2CF3"/>
    <w:rsid w:val="000D4E7C"/>
    <w:rsid w:val="000D6C32"/>
    <w:rsid w:val="000D7B2A"/>
    <w:rsid w:val="000F5359"/>
    <w:rsid w:val="000F5C7C"/>
    <w:rsid w:val="000F5DAE"/>
    <w:rsid w:val="000F6C9F"/>
    <w:rsid w:val="000F7536"/>
    <w:rsid w:val="00106155"/>
    <w:rsid w:val="00112873"/>
    <w:rsid w:val="00112CC7"/>
    <w:rsid w:val="00116F20"/>
    <w:rsid w:val="001229F6"/>
    <w:rsid w:val="00123EA9"/>
    <w:rsid w:val="00124959"/>
    <w:rsid w:val="00125DE3"/>
    <w:rsid w:val="0012688D"/>
    <w:rsid w:val="0013518E"/>
    <w:rsid w:val="00143634"/>
    <w:rsid w:val="00145015"/>
    <w:rsid w:val="001474E6"/>
    <w:rsid w:val="001506AD"/>
    <w:rsid w:val="0015087B"/>
    <w:rsid w:val="00151019"/>
    <w:rsid w:val="00151C5B"/>
    <w:rsid w:val="00152879"/>
    <w:rsid w:val="0016007F"/>
    <w:rsid w:val="001642C8"/>
    <w:rsid w:val="00172692"/>
    <w:rsid w:val="0018238E"/>
    <w:rsid w:val="00182A2A"/>
    <w:rsid w:val="00184BDA"/>
    <w:rsid w:val="00185302"/>
    <w:rsid w:val="00192AE2"/>
    <w:rsid w:val="00195631"/>
    <w:rsid w:val="001A21B9"/>
    <w:rsid w:val="001A6782"/>
    <w:rsid w:val="001B297B"/>
    <w:rsid w:val="001B2F7C"/>
    <w:rsid w:val="001B50C3"/>
    <w:rsid w:val="001C136E"/>
    <w:rsid w:val="001C2C40"/>
    <w:rsid w:val="001C6589"/>
    <w:rsid w:val="001D01B9"/>
    <w:rsid w:val="001D56DC"/>
    <w:rsid w:val="001F3644"/>
    <w:rsid w:val="001F70FC"/>
    <w:rsid w:val="002054D7"/>
    <w:rsid w:val="0021030B"/>
    <w:rsid w:val="00216593"/>
    <w:rsid w:val="00216595"/>
    <w:rsid w:val="0021761E"/>
    <w:rsid w:val="00227069"/>
    <w:rsid w:val="00227AE7"/>
    <w:rsid w:val="0023732E"/>
    <w:rsid w:val="00245646"/>
    <w:rsid w:val="00251E99"/>
    <w:rsid w:val="002567E4"/>
    <w:rsid w:val="00257D28"/>
    <w:rsid w:val="002615B7"/>
    <w:rsid w:val="002643DF"/>
    <w:rsid w:val="00267135"/>
    <w:rsid w:val="00270DCE"/>
    <w:rsid w:val="00272E1F"/>
    <w:rsid w:val="00275EF9"/>
    <w:rsid w:val="002823D5"/>
    <w:rsid w:val="002876A4"/>
    <w:rsid w:val="00293186"/>
    <w:rsid w:val="002A07A9"/>
    <w:rsid w:val="002A57F4"/>
    <w:rsid w:val="002A6B78"/>
    <w:rsid w:val="002A714C"/>
    <w:rsid w:val="002B52BC"/>
    <w:rsid w:val="002C1F3D"/>
    <w:rsid w:val="002C70D5"/>
    <w:rsid w:val="002E79DD"/>
    <w:rsid w:val="002F1854"/>
    <w:rsid w:val="002F1CED"/>
    <w:rsid w:val="002F21EC"/>
    <w:rsid w:val="002F315E"/>
    <w:rsid w:val="002F3641"/>
    <w:rsid w:val="002F3710"/>
    <w:rsid w:val="002F76A9"/>
    <w:rsid w:val="00321E86"/>
    <w:rsid w:val="00324B4E"/>
    <w:rsid w:val="00325954"/>
    <w:rsid w:val="00326347"/>
    <w:rsid w:val="0033076E"/>
    <w:rsid w:val="0034065B"/>
    <w:rsid w:val="0034342E"/>
    <w:rsid w:val="0034384E"/>
    <w:rsid w:val="00343CA3"/>
    <w:rsid w:val="003542AD"/>
    <w:rsid w:val="003576EE"/>
    <w:rsid w:val="003637E3"/>
    <w:rsid w:val="0036686C"/>
    <w:rsid w:val="00371FF9"/>
    <w:rsid w:val="00373465"/>
    <w:rsid w:val="0037714A"/>
    <w:rsid w:val="00377DB8"/>
    <w:rsid w:val="00381070"/>
    <w:rsid w:val="00382957"/>
    <w:rsid w:val="00384E4B"/>
    <w:rsid w:val="003857BA"/>
    <w:rsid w:val="00385C39"/>
    <w:rsid w:val="00387764"/>
    <w:rsid w:val="003A29A5"/>
    <w:rsid w:val="003A2E19"/>
    <w:rsid w:val="003A36BC"/>
    <w:rsid w:val="003A3815"/>
    <w:rsid w:val="003A414D"/>
    <w:rsid w:val="003A6303"/>
    <w:rsid w:val="003B2E4C"/>
    <w:rsid w:val="003B3EAE"/>
    <w:rsid w:val="003B4418"/>
    <w:rsid w:val="003B474E"/>
    <w:rsid w:val="003B548F"/>
    <w:rsid w:val="003B7901"/>
    <w:rsid w:val="003C09D6"/>
    <w:rsid w:val="003C10CE"/>
    <w:rsid w:val="003C3D9B"/>
    <w:rsid w:val="003C6D3F"/>
    <w:rsid w:val="003C7E4B"/>
    <w:rsid w:val="003D13D9"/>
    <w:rsid w:val="003D39DF"/>
    <w:rsid w:val="003E1497"/>
    <w:rsid w:val="003E6137"/>
    <w:rsid w:val="003E6B7A"/>
    <w:rsid w:val="003F3AFF"/>
    <w:rsid w:val="003F3B6C"/>
    <w:rsid w:val="003F6EAB"/>
    <w:rsid w:val="003F7E1B"/>
    <w:rsid w:val="00410D64"/>
    <w:rsid w:val="004128D5"/>
    <w:rsid w:val="00415116"/>
    <w:rsid w:val="00425168"/>
    <w:rsid w:val="00426245"/>
    <w:rsid w:val="00426C89"/>
    <w:rsid w:val="00430E96"/>
    <w:rsid w:val="004323F3"/>
    <w:rsid w:val="00433FB8"/>
    <w:rsid w:val="00440171"/>
    <w:rsid w:val="004417A2"/>
    <w:rsid w:val="00441C5E"/>
    <w:rsid w:val="004427E7"/>
    <w:rsid w:val="00444799"/>
    <w:rsid w:val="004508E7"/>
    <w:rsid w:val="00451B70"/>
    <w:rsid w:val="00452AA8"/>
    <w:rsid w:val="004545ED"/>
    <w:rsid w:val="00454882"/>
    <w:rsid w:val="004563B2"/>
    <w:rsid w:val="0046074F"/>
    <w:rsid w:val="004607DE"/>
    <w:rsid w:val="00461267"/>
    <w:rsid w:val="00462895"/>
    <w:rsid w:val="00463625"/>
    <w:rsid w:val="0046420B"/>
    <w:rsid w:val="004667D0"/>
    <w:rsid w:val="00477811"/>
    <w:rsid w:val="00481767"/>
    <w:rsid w:val="00482229"/>
    <w:rsid w:val="00482778"/>
    <w:rsid w:val="00491E30"/>
    <w:rsid w:val="004A3784"/>
    <w:rsid w:val="004A4CF8"/>
    <w:rsid w:val="004A57B2"/>
    <w:rsid w:val="004C5930"/>
    <w:rsid w:val="004C76AF"/>
    <w:rsid w:val="004D4FAF"/>
    <w:rsid w:val="004D5ACE"/>
    <w:rsid w:val="004D644D"/>
    <w:rsid w:val="004D6B90"/>
    <w:rsid w:val="004E0A0E"/>
    <w:rsid w:val="004E4193"/>
    <w:rsid w:val="004E5ADE"/>
    <w:rsid w:val="004F33A5"/>
    <w:rsid w:val="004F4407"/>
    <w:rsid w:val="005006A1"/>
    <w:rsid w:val="00503D2A"/>
    <w:rsid w:val="0051299D"/>
    <w:rsid w:val="005207C6"/>
    <w:rsid w:val="005229AF"/>
    <w:rsid w:val="00524046"/>
    <w:rsid w:val="00524A09"/>
    <w:rsid w:val="00525CCF"/>
    <w:rsid w:val="00532D55"/>
    <w:rsid w:val="00533246"/>
    <w:rsid w:val="00535E68"/>
    <w:rsid w:val="0053629B"/>
    <w:rsid w:val="005404F0"/>
    <w:rsid w:val="00543176"/>
    <w:rsid w:val="005466E5"/>
    <w:rsid w:val="0056022E"/>
    <w:rsid w:val="005625FF"/>
    <w:rsid w:val="005627A1"/>
    <w:rsid w:val="005668D5"/>
    <w:rsid w:val="00567E56"/>
    <w:rsid w:val="0057091D"/>
    <w:rsid w:val="00572243"/>
    <w:rsid w:val="00584D09"/>
    <w:rsid w:val="005869AB"/>
    <w:rsid w:val="00596160"/>
    <w:rsid w:val="005A220B"/>
    <w:rsid w:val="005A396B"/>
    <w:rsid w:val="005B62B9"/>
    <w:rsid w:val="005B7713"/>
    <w:rsid w:val="005C0856"/>
    <w:rsid w:val="005C37AD"/>
    <w:rsid w:val="005C52AA"/>
    <w:rsid w:val="005C5EDB"/>
    <w:rsid w:val="005D0D0B"/>
    <w:rsid w:val="005D2769"/>
    <w:rsid w:val="005D5FCA"/>
    <w:rsid w:val="005E07DD"/>
    <w:rsid w:val="005E193C"/>
    <w:rsid w:val="005E278A"/>
    <w:rsid w:val="005E413E"/>
    <w:rsid w:val="005E6472"/>
    <w:rsid w:val="005E6640"/>
    <w:rsid w:val="005E6794"/>
    <w:rsid w:val="005E67AE"/>
    <w:rsid w:val="005F2508"/>
    <w:rsid w:val="005F7117"/>
    <w:rsid w:val="00601CFA"/>
    <w:rsid w:val="00610AE6"/>
    <w:rsid w:val="0061211F"/>
    <w:rsid w:val="00621F84"/>
    <w:rsid w:val="006244A5"/>
    <w:rsid w:val="00625E53"/>
    <w:rsid w:val="0063234E"/>
    <w:rsid w:val="00637923"/>
    <w:rsid w:val="006414AF"/>
    <w:rsid w:val="006414E3"/>
    <w:rsid w:val="00642E4B"/>
    <w:rsid w:val="00644534"/>
    <w:rsid w:val="006459C0"/>
    <w:rsid w:val="00654E57"/>
    <w:rsid w:val="00656526"/>
    <w:rsid w:val="0066075A"/>
    <w:rsid w:val="00660768"/>
    <w:rsid w:val="00660B5D"/>
    <w:rsid w:val="00660F08"/>
    <w:rsid w:val="0066256E"/>
    <w:rsid w:val="00662C21"/>
    <w:rsid w:val="0066325E"/>
    <w:rsid w:val="006639A0"/>
    <w:rsid w:val="00674EF2"/>
    <w:rsid w:val="00675429"/>
    <w:rsid w:val="006A0D4A"/>
    <w:rsid w:val="006A4E45"/>
    <w:rsid w:val="006A593C"/>
    <w:rsid w:val="006A745B"/>
    <w:rsid w:val="006B1F43"/>
    <w:rsid w:val="006B25D7"/>
    <w:rsid w:val="006B6C3F"/>
    <w:rsid w:val="006C3061"/>
    <w:rsid w:val="006C3DAF"/>
    <w:rsid w:val="006D10B1"/>
    <w:rsid w:val="006D199D"/>
    <w:rsid w:val="006D33CF"/>
    <w:rsid w:val="006D5DBB"/>
    <w:rsid w:val="006E1A6D"/>
    <w:rsid w:val="006E274A"/>
    <w:rsid w:val="006E4BBB"/>
    <w:rsid w:val="006E4E6A"/>
    <w:rsid w:val="006E597C"/>
    <w:rsid w:val="006E6A30"/>
    <w:rsid w:val="006F3A67"/>
    <w:rsid w:val="006F61A9"/>
    <w:rsid w:val="00700785"/>
    <w:rsid w:val="00700C0C"/>
    <w:rsid w:val="007036A4"/>
    <w:rsid w:val="00705788"/>
    <w:rsid w:val="00705EDA"/>
    <w:rsid w:val="00716364"/>
    <w:rsid w:val="00722584"/>
    <w:rsid w:val="00737385"/>
    <w:rsid w:val="00740440"/>
    <w:rsid w:val="00744C8B"/>
    <w:rsid w:val="00751AB8"/>
    <w:rsid w:val="00751D0D"/>
    <w:rsid w:val="00752C7D"/>
    <w:rsid w:val="0075335F"/>
    <w:rsid w:val="00757A4C"/>
    <w:rsid w:val="00763B58"/>
    <w:rsid w:val="00763F4C"/>
    <w:rsid w:val="007652C6"/>
    <w:rsid w:val="007706FE"/>
    <w:rsid w:val="00773B9B"/>
    <w:rsid w:val="00774381"/>
    <w:rsid w:val="00781AB5"/>
    <w:rsid w:val="00791223"/>
    <w:rsid w:val="00797226"/>
    <w:rsid w:val="0079798F"/>
    <w:rsid w:val="007A1B0E"/>
    <w:rsid w:val="007A4593"/>
    <w:rsid w:val="007A5ADC"/>
    <w:rsid w:val="007B447A"/>
    <w:rsid w:val="007B45CC"/>
    <w:rsid w:val="007C4C22"/>
    <w:rsid w:val="007D1083"/>
    <w:rsid w:val="007D680A"/>
    <w:rsid w:val="007D7D13"/>
    <w:rsid w:val="007E4AA2"/>
    <w:rsid w:val="007E6117"/>
    <w:rsid w:val="007E6134"/>
    <w:rsid w:val="007E75E6"/>
    <w:rsid w:val="007F00E9"/>
    <w:rsid w:val="007F3238"/>
    <w:rsid w:val="007F5BAD"/>
    <w:rsid w:val="008033BA"/>
    <w:rsid w:val="008036E5"/>
    <w:rsid w:val="00804EDB"/>
    <w:rsid w:val="00813F3D"/>
    <w:rsid w:val="00820CE8"/>
    <w:rsid w:val="0082292F"/>
    <w:rsid w:val="0082699D"/>
    <w:rsid w:val="00836B0C"/>
    <w:rsid w:val="0083710F"/>
    <w:rsid w:val="00841A4D"/>
    <w:rsid w:val="00856216"/>
    <w:rsid w:val="008562F8"/>
    <w:rsid w:val="00856787"/>
    <w:rsid w:val="00857031"/>
    <w:rsid w:val="008604F3"/>
    <w:rsid w:val="0086183F"/>
    <w:rsid w:val="0086195C"/>
    <w:rsid w:val="008620B4"/>
    <w:rsid w:val="00862CC0"/>
    <w:rsid w:val="00863822"/>
    <w:rsid w:val="008654B6"/>
    <w:rsid w:val="00867698"/>
    <w:rsid w:val="00877E99"/>
    <w:rsid w:val="00882027"/>
    <w:rsid w:val="00885412"/>
    <w:rsid w:val="008942DE"/>
    <w:rsid w:val="00897C63"/>
    <w:rsid w:val="008A23C8"/>
    <w:rsid w:val="008A2779"/>
    <w:rsid w:val="008A2E7F"/>
    <w:rsid w:val="008A35A1"/>
    <w:rsid w:val="008B0E4A"/>
    <w:rsid w:val="008B415B"/>
    <w:rsid w:val="008B49BA"/>
    <w:rsid w:val="008C4A7F"/>
    <w:rsid w:val="008D4551"/>
    <w:rsid w:val="008D4E01"/>
    <w:rsid w:val="008D5282"/>
    <w:rsid w:val="008D621C"/>
    <w:rsid w:val="008D7583"/>
    <w:rsid w:val="008F34A7"/>
    <w:rsid w:val="008F5C90"/>
    <w:rsid w:val="009006D5"/>
    <w:rsid w:val="00901DDA"/>
    <w:rsid w:val="00922E87"/>
    <w:rsid w:val="00927E54"/>
    <w:rsid w:val="00936E7E"/>
    <w:rsid w:val="00937AD6"/>
    <w:rsid w:val="00944D3D"/>
    <w:rsid w:val="00956754"/>
    <w:rsid w:val="00956F29"/>
    <w:rsid w:val="00960414"/>
    <w:rsid w:val="009625EA"/>
    <w:rsid w:val="00963E95"/>
    <w:rsid w:val="00965454"/>
    <w:rsid w:val="00966FB3"/>
    <w:rsid w:val="009706FE"/>
    <w:rsid w:val="009721E3"/>
    <w:rsid w:val="009811F1"/>
    <w:rsid w:val="00981DB0"/>
    <w:rsid w:val="00982222"/>
    <w:rsid w:val="0098293F"/>
    <w:rsid w:val="00994C1D"/>
    <w:rsid w:val="00995209"/>
    <w:rsid w:val="0099624C"/>
    <w:rsid w:val="009963A7"/>
    <w:rsid w:val="009A224B"/>
    <w:rsid w:val="009A2E68"/>
    <w:rsid w:val="009A2FBE"/>
    <w:rsid w:val="009A4E7B"/>
    <w:rsid w:val="009A51FC"/>
    <w:rsid w:val="009B18B9"/>
    <w:rsid w:val="009B2653"/>
    <w:rsid w:val="009B69A7"/>
    <w:rsid w:val="009C02AD"/>
    <w:rsid w:val="009C70FA"/>
    <w:rsid w:val="009D0025"/>
    <w:rsid w:val="009D3152"/>
    <w:rsid w:val="009E1BB5"/>
    <w:rsid w:val="009E2BAD"/>
    <w:rsid w:val="009E445C"/>
    <w:rsid w:val="009E72F0"/>
    <w:rsid w:val="009F02D7"/>
    <w:rsid w:val="009F1680"/>
    <w:rsid w:val="009F4297"/>
    <w:rsid w:val="009F735E"/>
    <w:rsid w:val="00A001ED"/>
    <w:rsid w:val="00A0079A"/>
    <w:rsid w:val="00A01A10"/>
    <w:rsid w:val="00A05B0B"/>
    <w:rsid w:val="00A06DB4"/>
    <w:rsid w:val="00A106AE"/>
    <w:rsid w:val="00A15A01"/>
    <w:rsid w:val="00A23886"/>
    <w:rsid w:val="00A30F6E"/>
    <w:rsid w:val="00A343DA"/>
    <w:rsid w:val="00A34505"/>
    <w:rsid w:val="00A366C4"/>
    <w:rsid w:val="00A36C3D"/>
    <w:rsid w:val="00A4266A"/>
    <w:rsid w:val="00A433C6"/>
    <w:rsid w:val="00A51EF2"/>
    <w:rsid w:val="00A534D4"/>
    <w:rsid w:val="00A638CF"/>
    <w:rsid w:val="00A66DA8"/>
    <w:rsid w:val="00A71AD6"/>
    <w:rsid w:val="00A7711C"/>
    <w:rsid w:val="00A80663"/>
    <w:rsid w:val="00A826A7"/>
    <w:rsid w:val="00A83625"/>
    <w:rsid w:val="00A83C5A"/>
    <w:rsid w:val="00A92CD7"/>
    <w:rsid w:val="00A932E7"/>
    <w:rsid w:val="00A94C4A"/>
    <w:rsid w:val="00A9637A"/>
    <w:rsid w:val="00A97320"/>
    <w:rsid w:val="00AA1617"/>
    <w:rsid w:val="00AA4E6E"/>
    <w:rsid w:val="00AA71B3"/>
    <w:rsid w:val="00AA7924"/>
    <w:rsid w:val="00AB3149"/>
    <w:rsid w:val="00AB3952"/>
    <w:rsid w:val="00AB41F1"/>
    <w:rsid w:val="00AB5BDD"/>
    <w:rsid w:val="00AC00F7"/>
    <w:rsid w:val="00AC58EA"/>
    <w:rsid w:val="00AD11D8"/>
    <w:rsid w:val="00AD4D73"/>
    <w:rsid w:val="00AD5343"/>
    <w:rsid w:val="00AD5F78"/>
    <w:rsid w:val="00AD6BDD"/>
    <w:rsid w:val="00AD7EC9"/>
    <w:rsid w:val="00AE0651"/>
    <w:rsid w:val="00AE0E64"/>
    <w:rsid w:val="00AE1340"/>
    <w:rsid w:val="00AE1C24"/>
    <w:rsid w:val="00AE460E"/>
    <w:rsid w:val="00AE47E7"/>
    <w:rsid w:val="00AF1003"/>
    <w:rsid w:val="00AF1A04"/>
    <w:rsid w:val="00AF4FF1"/>
    <w:rsid w:val="00B02E7C"/>
    <w:rsid w:val="00B070FA"/>
    <w:rsid w:val="00B1660F"/>
    <w:rsid w:val="00B17C40"/>
    <w:rsid w:val="00B22692"/>
    <w:rsid w:val="00B22C9C"/>
    <w:rsid w:val="00B24DB1"/>
    <w:rsid w:val="00B2555E"/>
    <w:rsid w:val="00B30D66"/>
    <w:rsid w:val="00B31C06"/>
    <w:rsid w:val="00B32562"/>
    <w:rsid w:val="00B453DD"/>
    <w:rsid w:val="00B46554"/>
    <w:rsid w:val="00B5053F"/>
    <w:rsid w:val="00B53506"/>
    <w:rsid w:val="00B56C3D"/>
    <w:rsid w:val="00B80376"/>
    <w:rsid w:val="00B83295"/>
    <w:rsid w:val="00B84191"/>
    <w:rsid w:val="00B92E5A"/>
    <w:rsid w:val="00BA1136"/>
    <w:rsid w:val="00BA2056"/>
    <w:rsid w:val="00BB03D7"/>
    <w:rsid w:val="00BB08CC"/>
    <w:rsid w:val="00BB4C7B"/>
    <w:rsid w:val="00BC21E5"/>
    <w:rsid w:val="00BD1559"/>
    <w:rsid w:val="00BD4265"/>
    <w:rsid w:val="00BE0CBC"/>
    <w:rsid w:val="00BE1ECE"/>
    <w:rsid w:val="00BE6F88"/>
    <w:rsid w:val="00BF1C20"/>
    <w:rsid w:val="00BF1F49"/>
    <w:rsid w:val="00BF5697"/>
    <w:rsid w:val="00BF5834"/>
    <w:rsid w:val="00C04505"/>
    <w:rsid w:val="00C04A24"/>
    <w:rsid w:val="00C062B8"/>
    <w:rsid w:val="00C14137"/>
    <w:rsid w:val="00C147A5"/>
    <w:rsid w:val="00C14880"/>
    <w:rsid w:val="00C17393"/>
    <w:rsid w:val="00C266F0"/>
    <w:rsid w:val="00C26D83"/>
    <w:rsid w:val="00C31163"/>
    <w:rsid w:val="00C32A36"/>
    <w:rsid w:val="00C36412"/>
    <w:rsid w:val="00C43DA2"/>
    <w:rsid w:val="00C53D18"/>
    <w:rsid w:val="00C55A29"/>
    <w:rsid w:val="00C71A3A"/>
    <w:rsid w:val="00C77CE4"/>
    <w:rsid w:val="00C914DC"/>
    <w:rsid w:val="00CA03E2"/>
    <w:rsid w:val="00CA1352"/>
    <w:rsid w:val="00CA5224"/>
    <w:rsid w:val="00CA580F"/>
    <w:rsid w:val="00CB2D84"/>
    <w:rsid w:val="00CC125C"/>
    <w:rsid w:val="00CC4187"/>
    <w:rsid w:val="00CD094A"/>
    <w:rsid w:val="00CD114A"/>
    <w:rsid w:val="00CD1503"/>
    <w:rsid w:val="00CD7D33"/>
    <w:rsid w:val="00CE382B"/>
    <w:rsid w:val="00CE7EC3"/>
    <w:rsid w:val="00CF0FBF"/>
    <w:rsid w:val="00D0163C"/>
    <w:rsid w:val="00D03EFF"/>
    <w:rsid w:val="00D1311E"/>
    <w:rsid w:val="00D16519"/>
    <w:rsid w:val="00D17950"/>
    <w:rsid w:val="00D23F68"/>
    <w:rsid w:val="00D36DA6"/>
    <w:rsid w:val="00D50F2D"/>
    <w:rsid w:val="00D52E16"/>
    <w:rsid w:val="00D540AE"/>
    <w:rsid w:val="00D559D5"/>
    <w:rsid w:val="00D55C3D"/>
    <w:rsid w:val="00D60E0F"/>
    <w:rsid w:val="00D62292"/>
    <w:rsid w:val="00D62F0D"/>
    <w:rsid w:val="00D63110"/>
    <w:rsid w:val="00D64583"/>
    <w:rsid w:val="00D64B60"/>
    <w:rsid w:val="00D65837"/>
    <w:rsid w:val="00D70F54"/>
    <w:rsid w:val="00D7201D"/>
    <w:rsid w:val="00D72E0B"/>
    <w:rsid w:val="00D80C78"/>
    <w:rsid w:val="00D81CC5"/>
    <w:rsid w:val="00D83BAC"/>
    <w:rsid w:val="00D83E7F"/>
    <w:rsid w:val="00D909A3"/>
    <w:rsid w:val="00D96001"/>
    <w:rsid w:val="00DA0329"/>
    <w:rsid w:val="00DA61B9"/>
    <w:rsid w:val="00DB5241"/>
    <w:rsid w:val="00DB689D"/>
    <w:rsid w:val="00DC27D1"/>
    <w:rsid w:val="00DC2AEE"/>
    <w:rsid w:val="00DC2CBC"/>
    <w:rsid w:val="00DD541B"/>
    <w:rsid w:val="00DE2F28"/>
    <w:rsid w:val="00DF190D"/>
    <w:rsid w:val="00DF4EBD"/>
    <w:rsid w:val="00E016F1"/>
    <w:rsid w:val="00E060A0"/>
    <w:rsid w:val="00E06F98"/>
    <w:rsid w:val="00E143E7"/>
    <w:rsid w:val="00E15354"/>
    <w:rsid w:val="00E21CE4"/>
    <w:rsid w:val="00E34ACF"/>
    <w:rsid w:val="00E4128B"/>
    <w:rsid w:val="00E46793"/>
    <w:rsid w:val="00E51355"/>
    <w:rsid w:val="00E54142"/>
    <w:rsid w:val="00E54E01"/>
    <w:rsid w:val="00E57B39"/>
    <w:rsid w:val="00E57C47"/>
    <w:rsid w:val="00E6309D"/>
    <w:rsid w:val="00E631CD"/>
    <w:rsid w:val="00E63D00"/>
    <w:rsid w:val="00E6547D"/>
    <w:rsid w:val="00E65A18"/>
    <w:rsid w:val="00E66A70"/>
    <w:rsid w:val="00E67AA2"/>
    <w:rsid w:val="00E70F73"/>
    <w:rsid w:val="00E71621"/>
    <w:rsid w:val="00E84BD9"/>
    <w:rsid w:val="00E91194"/>
    <w:rsid w:val="00E91269"/>
    <w:rsid w:val="00E92242"/>
    <w:rsid w:val="00E9254F"/>
    <w:rsid w:val="00E97A2E"/>
    <w:rsid w:val="00E97E8C"/>
    <w:rsid w:val="00EA5487"/>
    <w:rsid w:val="00EA5D7A"/>
    <w:rsid w:val="00EA7E82"/>
    <w:rsid w:val="00EA7F45"/>
    <w:rsid w:val="00EB6284"/>
    <w:rsid w:val="00EB628B"/>
    <w:rsid w:val="00EB6B47"/>
    <w:rsid w:val="00EC3F7B"/>
    <w:rsid w:val="00EC631D"/>
    <w:rsid w:val="00ED2A1B"/>
    <w:rsid w:val="00ED4B56"/>
    <w:rsid w:val="00EE61DD"/>
    <w:rsid w:val="00EF029F"/>
    <w:rsid w:val="00EF17C3"/>
    <w:rsid w:val="00EF71F3"/>
    <w:rsid w:val="00EF764B"/>
    <w:rsid w:val="00F00F0A"/>
    <w:rsid w:val="00F10B31"/>
    <w:rsid w:val="00F10BC8"/>
    <w:rsid w:val="00F12017"/>
    <w:rsid w:val="00F15750"/>
    <w:rsid w:val="00F26ECB"/>
    <w:rsid w:val="00F306A3"/>
    <w:rsid w:val="00F30C55"/>
    <w:rsid w:val="00F33E35"/>
    <w:rsid w:val="00F37D63"/>
    <w:rsid w:val="00F47C64"/>
    <w:rsid w:val="00F50E4A"/>
    <w:rsid w:val="00F522B7"/>
    <w:rsid w:val="00F523FE"/>
    <w:rsid w:val="00F53948"/>
    <w:rsid w:val="00F71CCC"/>
    <w:rsid w:val="00F85A21"/>
    <w:rsid w:val="00F86DE5"/>
    <w:rsid w:val="00F924C8"/>
    <w:rsid w:val="00FA4EE9"/>
    <w:rsid w:val="00FA681D"/>
    <w:rsid w:val="00FB4768"/>
    <w:rsid w:val="00FC0451"/>
    <w:rsid w:val="00FD445A"/>
    <w:rsid w:val="00FE0EC3"/>
    <w:rsid w:val="00FE3C61"/>
    <w:rsid w:val="00FF2BF7"/>
    <w:rsid w:val="00FF2FF2"/>
    <w:rsid w:val="00FF6659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303"/>
  </w:style>
  <w:style w:type="paragraph" w:styleId="Titlu1">
    <w:name w:val="heading 1"/>
    <w:basedOn w:val="Normal"/>
    <w:next w:val="Normal"/>
    <w:qFormat/>
    <w:rsid w:val="00D960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rsid w:val="00A345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rsid w:val="003A6303"/>
    <w:pPr>
      <w:keepNext/>
      <w:jc w:val="center"/>
      <w:outlineLvl w:val="2"/>
    </w:pPr>
    <w:rPr>
      <w:sz w:val="28"/>
    </w:rPr>
  </w:style>
  <w:style w:type="paragraph" w:styleId="Titlu4">
    <w:name w:val="heading 4"/>
    <w:basedOn w:val="Normal"/>
    <w:next w:val="Normal"/>
    <w:qFormat/>
    <w:rsid w:val="00A345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rsid w:val="005C5E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qFormat/>
    <w:rsid w:val="005C5EDB"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rsid w:val="005C5EDB"/>
    <w:pPr>
      <w:spacing w:before="240" w:after="60"/>
      <w:outlineLvl w:val="6"/>
    </w:pPr>
    <w:rPr>
      <w:sz w:val="24"/>
      <w:szCs w:val="24"/>
    </w:rPr>
  </w:style>
  <w:style w:type="paragraph" w:styleId="Titlu8">
    <w:name w:val="heading 8"/>
    <w:basedOn w:val="Normal"/>
    <w:next w:val="Normal"/>
    <w:qFormat/>
    <w:rsid w:val="005C5EDB"/>
    <w:pPr>
      <w:spacing w:before="240" w:after="60"/>
      <w:outlineLvl w:val="7"/>
    </w:pPr>
    <w:rPr>
      <w:i/>
      <w:iCs/>
      <w:sz w:val="24"/>
      <w:szCs w:val="24"/>
    </w:rPr>
  </w:style>
  <w:style w:type="paragraph" w:styleId="Titlu9">
    <w:name w:val="heading 9"/>
    <w:basedOn w:val="Normal"/>
    <w:next w:val="Normal"/>
    <w:qFormat/>
    <w:rsid w:val="00A836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aliases w:val=" Char1 Char"/>
    <w:basedOn w:val="Normal"/>
    <w:link w:val="AntetCaracter"/>
    <w:rsid w:val="00085DAD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085DAD"/>
    <w:pPr>
      <w:tabs>
        <w:tab w:val="center" w:pos="4320"/>
        <w:tab w:val="right" w:pos="8640"/>
      </w:tabs>
    </w:pPr>
  </w:style>
  <w:style w:type="character" w:styleId="Hyperlink">
    <w:name w:val="Hyperlink"/>
    <w:basedOn w:val="Fontdeparagrafimplicit"/>
    <w:rsid w:val="0056022E"/>
    <w:rPr>
      <w:color w:val="0000FF"/>
      <w:u w:val="single"/>
    </w:rPr>
  </w:style>
  <w:style w:type="paragraph" w:styleId="Corptext">
    <w:name w:val="Body Text"/>
    <w:basedOn w:val="Normal"/>
    <w:rsid w:val="002F21EC"/>
    <w:pPr>
      <w:jc w:val="both"/>
    </w:pPr>
    <w:rPr>
      <w:snapToGrid w:val="0"/>
      <w:color w:val="000000"/>
    </w:rPr>
  </w:style>
  <w:style w:type="paragraph" w:customStyle="1" w:styleId="Bullet1">
    <w:name w:val="Bullet 1"/>
    <w:rsid w:val="002F21EC"/>
    <w:pPr>
      <w:spacing w:before="56" w:after="56"/>
      <w:ind w:left="567"/>
    </w:pPr>
    <w:rPr>
      <w:b/>
      <w:snapToGrid w:val="0"/>
      <w:color w:val="0000FF"/>
      <w:sz w:val="24"/>
    </w:rPr>
  </w:style>
  <w:style w:type="paragraph" w:styleId="Titlu">
    <w:name w:val="Title"/>
    <w:basedOn w:val="Normal"/>
    <w:qFormat/>
    <w:rsid w:val="002F21EC"/>
    <w:pPr>
      <w:keepNext/>
      <w:keepLines/>
      <w:jc w:val="center"/>
    </w:pPr>
    <w:rPr>
      <w:b/>
      <w:snapToGrid w:val="0"/>
      <w:color w:val="FF0000"/>
      <w:sz w:val="28"/>
    </w:rPr>
  </w:style>
  <w:style w:type="paragraph" w:customStyle="1" w:styleId="TableText">
    <w:name w:val="Table Text"/>
    <w:rsid w:val="002F21EC"/>
    <w:pPr>
      <w:jc w:val="both"/>
    </w:pPr>
    <w:rPr>
      <w:snapToGrid w:val="0"/>
      <w:color w:val="000000"/>
      <w:sz w:val="24"/>
    </w:rPr>
  </w:style>
  <w:style w:type="table" w:styleId="GrilTabel">
    <w:name w:val="Table Grid"/>
    <w:basedOn w:val="TabelNormal"/>
    <w:rsid w:val="002F2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2">
    <w:name w:val="Body Text 2"/>
    <w:basedOn w:val="Normal"/>
    <w:rsid w:val="00A34505"/>
    <w:pPr>
      <w:spacing w:after="120" w:line="480" w:lineRule="auto"/>
    </w:pPr>
  </w:style>
  <w:style w:type="paragraph" w:styleId="Indentcorptext">
    <w:name w:val="Body Text Indent"/>
    <w:basedOn w:val="Normal"/>
    <w:rsid w:val="00A34505"/>
    <w:pPr>
      <w:spacing w:after="120"/>
      <w:ind w:left="360"/>
    </w:pPr>
    <w:rPr>
      <w:lang w:val="en-GB" w:eastAsia="ro-RO"/>
    </w:rPr>
  </w:style>
  <w:style w:type="paragraph" w:styleId="Subtitlu">
    <w:name w:val="Subtitle"/>
    <w:basedOn w:val="Normal"/>
    <w:qFormat/>
    <w:rsid w:val="00A34505"/>
    <w:pPr>
      <w:jc w:val="center"/>
    </w:pPr>
    <w:rPr>
      <w:b/>
      <w:i/>
      <w:lang w:val="en-GB" w:eastAsia="ro-RO"/>
    </w:rPr>
  </w:style>
  <w:style w:type="paragraph" w:styleId="Corptext3">
    <w:name w:val="Body Text 3"/>
    <w:basedOn w:val="Normal"/>
    <w:rsid w:val="00A34505"/>
    <w:pPr>
      <w:spacing w:after="120"/>
    </w:pPr>
    <w:rPr>
      <w:sz w:val="16"/>
      <w:szCs w:val="16"/>
      <w:lang w:val="en-GB" w:eastAsia="ro-RO"/>
    </w:rPr>
  </w:style>
  <w:style w:type="paragraph" w:styleId="Indentcorptext2">
    <w:name w:val="Body Text Indent 2"/>
    <w:basedOn w:val="Normal"/>
    <w:rsid w:val="00185302"/>
    <w:pPr>
      <w:spacing w:after="120" w:line="480" w:lineRule="auto"/>
      <w:ind w:left="360"/>
    </w:pPr>
  </w:style>
  <w:style w:type="character" w:styleId="Numrdepagin">
    <w:name w:val="page number"/>
    <w:basedOn w:val="Fontdeparagrafimplicit"/>
    <w:rsid w:val="00AD4D73"/>
  </w:style>
  <w:style w:type="paragraph" w:styleId="Indentcorptext3">
    <w:name w:val="Body Text Indent 3"/>
    <w:basedOn w:val="Normal"/>
    <w:rsid w:val="002054D7"/>
    <w:pPr>
      <w:spacing w:after="120"/>
      <w:ind w:left="360"/>
    </w:pPr>
    <w:rPr>
      <w:sz w:val="16"/>
      <w:szCs w:val="16"/>
    </w:rPr>
  </w:style>
  <w:style w:type="paragraph" w:customStyle="1" w:styleId="OIC1TitleCover">
    <w:name w:val="OIC1 Title Cover"/>
    <w:basedOn w:val="Normal"/>
    <w:rsid w:val="00A83625"/>
    <w:pPr>
      <w:keepNext/>
      <w:keepLines/>
      <w:overflowPunct w:val="0"/>
      <w:autoSpaceDE w:val="0"/>
      <w:autoSpaceDN w:val="0"/>
      <w:adjustRightInd w:val="0"/>
      <w:spacing w:before="240" w:line="720" w:lineRule="exact"/>
      <w:ind w:left="2880"/>
      <w:textAlignment w:val="baseline"/>
    </w:pPr>
    <w:rPr>
      <w:rFonts w:ascii="Arial Black" w:hAnsi="Arial Black"/>
      <w:color w:val="000080"/>
      <w:kern w:val="28"/>
      <w:sz w:val="72"/>
    </w:rPr>
  </w:style>
  <w:style w:type="paragraph" w:customStyle="1" w:styleId="CharCharCharCharCharChar">
    <w:name w:val="Char Char Char Char Char Char"/>
    <w:basedOn w:val="Normal"/>
    <w:rsid w:val="00AE1340"/>
    <w:pPr>
      <w:spacing w:after="160" w:line="240" w:lineRule="exact"/>
    </w:pPr>
    <w:rPr>
      <w:rFonts w:ascii="Verdana" w:hAnsi="Verdana"/>
    </w:rPr>
  </w:style>
  <w:style w:type="character" w:customStyle="1" w:styleId="AntetCaracter">
    <w:name w:val="Antet Caracter"/>
    <w:aliases w:val=" Char1 Char Caracter"/>
    <w:basedOn w:val="Fontdeparagrafimplicit"/>
    <w:link w:val="Antet"/>
    <w:rsid w:val="00AE1340"/>
    <w:rPr>
      <w:lang w:val="en-US" w:eastAsia="en-US" w:bidi="ar-S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092414"/>
    <w:pPr>
      <w:spacing w:after="160" w:line="240" w:lineRule="exact"/>
    </w:pPr>
    <w:rPr>
      <w:rFonts w:ascii="Verdana" w:hAnsi="Verdan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F6659"/>
    <w:pPr>
      <w:spacing w:after="160" w:line="240" w:lineRule="exact"/>
    </w:pPr>
    <w:rPr>
      <w:rFonts w:ascii="Verdana" w:hAnsi="Verdana"/>
    </w:rPr>
  </w:style>
  <w:style w:type="paragraph" w:customStyle="1" w:styleId="CharCharCharChar">
    <w:name w:val="Char Char Char Char"/>
    <w:basedOn w:val="Normal"/>
    <w:rsid w:val="007F00E9"/>
    <w:pPr>
      <w:spacing w:after="160" w:line="240" w:lineRule="exact"/>
    </w:pPr>
    <w:rPr>
      <w:rFonts w:ascii="Verdana" w:hAnsi="Verdana"/>
    </w:rPr>
  </w:style>
  <w:style w:type="character" w:customStyle="1" w:styleId="Char1CharChar1">
    <w:name w:val="Char1 Char Char1"/>
    <w:basedOn w:val="Fontdeparagrafimplicit"/>
    <w:rsid w:val="007F00E9"/>
    <w:rPr>
      <w:lang w:val="en-US" w:eastAsia="en-US" w:bidi="ar-SA"/>
    </w:rPr>
  </w:style>
  <w:style w:type="paragraph" w:customStyle="1" w:styleId="TextBoldCharChar1Char">
    <w:name w:val="TextBold Char Char1 Char"/>
    <w:basedOn w:val="Normal"/>
    <w:link w:val="TextBoldCharChar1CharChar"/>
    <w:rsid w:val="00384E4B"/>
    <w:pPr>
      <w:keepNext/>
      <w:spacing w:before="80" w:after="160"/>
      <w:ind w:left="1304"/>
      <w:outlineLvl w:val="1"/>
    </w:pPr>
    <w:rPr>
      <w:rFonts w:ascii="Arial" w:hAnsi="Arial"/>
      <w:b/>
      <w:i/>
      <w:color w:val="000080"/>
      <w:sz w:val="22"/>
      <w:szCs w:val="22"/>
    </w:rPr>
  </w:style>
  <w:style w:type="character" w:customStyle="1" w:styleId="TextBoldCharChar1CharChar">
    <w:name w:val="TextBold Char Char1 Char Char"/>
    <w:basedOn w:val="Fontdeparagrafimplicit"/>
    <w:link w:val="TextBoldCharChar1Char"/>
    <w:rsid w:val="00384E4B"/>
    <w:rPr>
      <w:rFonts w:ascii="Arial" w:hAnsi="Arial"/>
      <w:b/>
      <w:i/>
      <w:color w:val="000080"/>
      <w:sz w:val="22"/>
      <w:szCs w:val="22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9963A7"/>
    <w:rPr>
      <w:rFonts w:eastAsia="PMingLiU"/>
      <w:sz w:val="24"/>
      <w:szCs w:val="24"/>
      <w:lang w:val="pl-PL" w:eastAsia="pl-PL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811F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811F1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811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trazi\antet%20global%20proiect\ante%20tA4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 tA4</Template>
  <TotalTime>440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CSV MEDIA ADVERTISING</Company>
  <LinksUpToDate>false</LinksUpToDate>
  <CharactersWithSpaces>1448</CharactersWithSpaces>
  <SharedDoc>false</SharedDoc>
  <HLinks>
    <vt:vector size="12" baseType="variant">
      <vt:variant>
        <vt:i4>1245237</vt:i4>
      </vt:variant>
      <vt:variant>
        <vt:i4>3</vt:i4>
      </vt:variant>
      <vt:variant>
        <vt:i4>0</vt:i4>
      </vt:variant>
      <vt:variant>
        <vt:i4>5</vt:i4>
      </vt:variant>
      <vt:variant>
        <vt:lpwstr>mailto:office@globalproiect.ro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http://www.globalproiect.ro/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</dc:creator>
  <cp:lastModifiedBy>sorry</cp:lastModifiedBy>
  <cp:revision>165</cp:revision>
  <cp:lastPrinted>2008-12-03T09:58:00Z</cp:lastPrinted>
  <dcterms:created xsi:type="dcterms:W3CDTF">2011-12-08T09:19:00Z</dcterms:created>
  <dcterms:modified xsi:type="dcterms:W3CDTF">2013-11-04T14:38:00Z</dcterms:modified>
</cp:coreProperties>
</file>